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75E74" w14:textId="7C99C8F6" w:rsidR="0099127C" w:rsidRPr="0099127C" w:rsidRDefault="0099127C" w:rsidP="005A67BA">
      <w:pPr>
        <w:pStyle w:val="Alcm-Nv"/>
        <w:jc w:val="left"/>
      </w:pPr>
    </w:p>
    <w:p w14:paraId="01F03A64" w14:textId="32BF8246" w:rsidR="0099127C" w:rsidRDefault="007972FF" w:rsidP="005A67BA">
      <w:pPr>
        <w:pStyle w:val="Alcm-Nv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079" behindDoc="0" locked="0" layoutInCell="1" allowOverlap="1" wp14:anchorId="2EF91B0E" wp14:editId="29697CB0">
                <wp:simplePos x="0" y="0"/>
                <wp:positionH relativeFrom="column">
                  <wp:posOffset>596900</wp:posOffset>
                </wp:positionH>
                <wp:positionV relativeFrom="page">
                  <wp:posOffset>863600</wp:posOffset>
                </wp:positionV>
                <wp:extent cx="4889500" cy="7620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9CD72" w14:textId="1182ABE6" w:rsidR="003313EC" w:rsidRPr="002314C9" w:rsidRDefault="007972FF" w:rsidP="007972FF">
                            <w:pPr>
                              <w:pStyle w:val="Cm-Pozci"/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8F3DBD">
                              <w:rPr>
                                <w:rFonts w:eastAsia="Calibri"/>
                                <w:color w:val="595959" w:themeColor="text1" w:themeTint="A6"/>
                                <w:sz w:val="40"/>
                                <w:szCs w:val="40"/>
                                <w:lang w:eastAsia="en-US"/>
                              </w:rPr>
                              <w:t>Career Goal: Sales Manager at Wachovia 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91B0E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47pt;margin-top:68pt;width:385pt;height:60pt;z-index:251758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" filled="f" stroked="f" strokeweight=".5pt">
                <v:textbox>
                  <w:txbxContent>
                    <w:p w14:paraId="0C69CD72" w14:textId="1182ABE6" w:rsidR="003313EC" w:rsidRPr="002314C9" w:rsidRDefault="007972FF" w:rsidP="007972FF">
                      <w:pPr>
                        <w:pStyle w:val="Cm-Pozci"/>
                        <w:rPr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8F3DBD">
                        <w:rPr>
                          <w:rFonts w:eastAsia="Calibri"/>
                          <w:color w:val="595959" w:themeColor="text1" w:themeTint="A6"/>
                          <w:sz w:val="40"/>
                          <w:szCs w:val="40"/>
                          <w:lang w:eastAsia="en-US"/>
                        </w:rPr>
                        <w:t>Career Goal: Sales Manager at Wachovia Bank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8C5F4F0" w14:textId="6A791845" w:rsidR="0099127C" w:rsidRPr="0099127C" w:rsidRDefault="0099127C" w:rsidP="005A67BA"/>
    <w:p w14:paraId="0068D352" w14:textId="24284FB3" w:rsidR="0099127C" w:rsidRPr="0099127C" w:rsidRDefault="0099127C" w:rsidP="005A67BA"/>
    <w:p w14:paraId="471D7E53" w14:textId="42A5066D" w:rsidR="00104F6B" w:rsidRDefault="003E7C6E" w:rsidP="005A67BA">
      <w:r>
        <w:rPr>
          <w:noProof/>
        </w:rPr>
        <mc:AlternateContent>
          <mc:Choice Requires="wps">
            <w:drawing>
              <wp:anchor distT="0" distB="0" distL="114300" distR="114300" simplePos="0" relativeHeight="251836927" behindDoc="0" locked="0" layoutInCell="1" allowOverlap="1" wp14:anchorId="7BB78E02" wp14:editId="1DDBBC20">
                <wp:simplePos x="0" y="0"/>
                <wp:positionH relativeFrom="column">
                  <wp:posOffset>1737360</wp:posOffset>
                </wp:positionH>
                <wp:positionV relativeFrom="page">
                  <wp:posOffset>1503680</wp:posOffset>
                </wp:positionV>
                <wp:extent cx="2661285" cy="33467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285" cy="334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FA1C9" w14:textId="049AA825" w:rsidR="0099127C" w:rsidRPr="002314C9" w:rsidRDefault="007972FF" w:rsidP="001C359C">
                            <w:pPr>
                              <w:pStyle w:val="Cm-Pozci"/>
                              <w:rPr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32"/>
                                <w:szCs w:val="32"/>
                              </w:rPr>
                              <w:t>Steven L.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78E02" id="Text Box 2" o:spid="_x0000_s1027" type="#_x0000_t202" style="position:absolute;margin-left:136.8pt;margin-top:118.4pt;width:209.55pt;height:26.35pt;z-index:251836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" filled="f" stroked="f" strokeweight=".5pt">
                <v:textbox>
                  <w:txbxContent>
                    <w:p w14:paraId="5D8FA1C9" w14:textId="049AA825" w:rsidR="0099127C" w:rsidRPr="002314C9" w:rsidRDefault="007972FF" w:rsidP="001C359C">
                      <w:pPr>
                        <w:pStyle w:val="Cm-Pozci"/>
                        <w:rPr>
                          <w:color w:val="595959" w:themeColor="text1" w:themeTint="A6"/>
                          <w:sz w:val="32"/>
                          <w:szCs w:val="32"/>
                        </w:rPr>
                      </w:pPr>
                      <w:r>
                        <w:rPr>
                          <w:color w:val="595959" w:themeColor="text1" w:themeTint="A6"/>
                          <w:sz w:val="32"/>
                          <w:szCs w:val="32"/>
                        </w:rPr>
                        <w:t>Steven L. Johnson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C359C">
        <w:rPr>
          <w:noProof/>
        </w:rPr>
        <w:drawing>
          <wp:anchor distT="0" distB="0" distL="114300" distR="114300" simplePos="0" relativeHeight="251803135" behindDoc="1" locked="0" layoutInCell="1" allowOverlap="1" wp14:anchorId="561CDA57" wp14:editId="75C908F4">
            <wp:simplePos x="0" y="0"/>
            <wp:positionH relativeFrom="column">
              <wp:posOffset>2011680</wp:posOffset>
            </wp:positionH>
            <wp:positionV relativeFrom="page">
              <wp:posOffset>2174240</wp:posOffset>
            </wp:positionV>
            <wp:extent cx="287020" cy="220345"/>
            <wp:effectExtent l="0" t="0" r="5080" b="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59C">
        <w:rPr>
          <w:noProof/>
        </w:rPr>
        <w:drawing>
          <wp:anchor distT="0" distB="0" distL="114300" distR="114300" simplePos="0" relativeHeight="251806207" behindDoc="1" locked="0" layoutInCell="1" allowOverlap="1" wp14:anchorId="39DB72F9" wp14:editId="2C0FD0C6">
            <wp:simplePos x="0" y="0"/>
            <wp:positionH relativeFrom="column">
              <wp:posOffset>2016125</wp:posOffset>
            </wp:positionH>
            <wp:positionV relativeFrom="page">
              <wp:posOffset>1913255</wp:posOffset>
            </wp:positionV>
            <wp:extent cx="287020" cy="220345"/>
            <wp:effectExtent l="0" t="0" r="508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59C">
        <w:rPr>
          <w:noProof/>
        </w:rPr>
        <w:drawing>
          <wp:anchor distT="0" distB="0" distL="114300" distR="114300" simplePos="0" relativeHeight="251901439" behindDoc="0" locked="0" layoutInCell="1" allowOverlap="1" wp14:anchorId="564398D0" wp14:editId="57E94BDA">
            <wp:simplePos x="0" y="0"/>
            <wp:positionH relativeFrom="column">
              <wp:posOffset>2097405</wp:posOffset>
            </wp:positionH>
            <wp:positionV relativeFrom="page">
              <wp:posOffset>2231390</wp:posOffset>
            </wp:positionV>
            <wp:extent cx="118745" cy="118745"/>
            <wp:effectExtent l="0" t="0" r="0" b="0"/>
            <wp:wrapNone/>
            <wp:docPr id="34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4D630B" w14:textId="7E61BC76" w:rsidR="0099127C" w:rsidRPr="0099127C" w:rsidRDefault="001C359C" w:rsidP="005A67BA">
      <w:r>
        <w:rPr>
          <w:noProof/>
        </w:rPr>
        <w:drawing>
          <wp:anchor distT="0" distB="0" distL="114300" distR="114300" simplePos="0" relativeHeight="251899391" behindDoc="0" locked="0" layoutInCell="1" allowOverlap="1" wp14:anchorId="686C7C31" wp14:editId="267338D9">
            <wp:simplePos x="0" y="0"/>
            <wp:positionH relativeFrom="column">
              <wp:posOffset>2102993</wp:posOffset>
            </wp:positionH>
            <wp:positionV relativeFrom="page">
              <wp:posOffset>1976120</wp:posOffset>
            </wp:positionV>
            <wp:extent cx="118745" cy="118745"/>
            <wp:effectExtent l="0" t="0" r="0" b="0"/>
            <wp:wrapNone/>
            <wp:docPr id="33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7A47C" w14:textId="03548328" w:rsidR="005A67BA" w:rsidRDefault="003E7C6E" w:rsidP="005A67BA">
      <w:pPr>
        <w:spacing w:before="60"/>
        <w:jc w:val="both"/>
      </w:pPr>
      <w:r w:rsidRPr="00BC4FFC">
        <w:rPr>
          <w:noProof/>
        </w:rPr>
        <mc:AlternateContent>
          <mc:Choice Requires="wps">
            <w:drawing>
              <wp:anchor distT="0" distB="0" distL="114300" distR="114300" simplePos="0" relativeHeight="251744767" behindDoc="0" locked="0" layoutInCell="1" allowOverlap="1" wp14:anchorId="22EBEE41" wp14:editId="2F194FEC">
                <wp:simplePos x="0" y="0"/>
                <wp:positionH relativeFrom="column">
                  <wp:posOffset>2371090</wp:posOffset>
                </wp:positionH>
                <wp:positionV relativeFrom="paragraph">
                  <wp:posOffset>111760</wp:posOffset>
                </wp:positionV>
                <wp:extent cx="2722245" cy="30099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ABB74" w14:textId="120AF344" w:rsidR="006563D2" w:rsidRPr="00577D3F" w:rsidRDefault="00546832" w:rsidP="00577D3F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  <w:hyperlink r:id="rId14" w:history="1">
                              <w:r w:rsidRPr="00414BE1">
                                <w:rPr>
                                  <w:rStyle w:val="Hiperhivatkozs"/>
                                </w:rPr>
                                <w:t>stevenl@gmail.com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BEE41" id="Text Box 35" o:spid="_x0000_s1028" type="#_x0000_t202" style="position:absolute;left:0;text-align:left;margin-left:186.7pt;margin-top:8.8pt;width:214.35pt;height:23.7pt;z-index:251744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" filled="f" stroked="f" strokeweight=".5pt">
                <v:textbox>
                  <w:txbxContent>
                    <w:p w14:paraId="442ABB74" w14:textId="120AF344" w:rsidR="006563D2" w:rsidRPr="00577D3F" w:rsidRDefault="00546832" w:rsidP="00577D3F">
                      <w:pPr>
                        <w:rPr>
                          <w:color w:val="767171" w:themeColor="background2" w:themeShade="80"/>
                        </w:rPr>
                      </w:pPr>
                      <w:hyperlink r:id="rId15" w:history="1">
                        <w:r w:rsidRPr="00414BE1">
                          <w:rPr>
                            <w:rStyle w:val="Hiperhivatkozs"/>
                          </w:rPr>
                          <w:t>stevenl@gmail.com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261A88BF" w14:textId="1A56238F" w:rsidR="005A67BA" w:rsidRDefault="003E7C6E" w:rsidP="005A67BA">
      <w:pPr>
        <w:spacing w:before="60"/>
        <w:jc w:val="both"/>
      </w:pPr>
      <w:r w:rsidRPr="00BC4FFC">
        <w:rPr>
          <w:noProof/>
        </w:rPr>
        <mc:AlternateContent>
          <mc:Choice Requires="wps">
            <w:drawing>
              <wp:anchor distT="0" distB="0" distL="114300" distR="114300" simplePos="0" relativeHeight="251913727" behindDoc="0" locked="0" layoutInCell="1" allowOverlap="1" wp14:anchorId="405405FE" wp14:editId="6BEA4984">
                <wp:simplePos x="0" y="0"/>
                <wp:positionH relativeFrom="column">
                  <wp:posOffset>2306320</wp:posOffset>
                </wp:positionH>
                <wp:positionV relativeFrom="paragraph">
                  <wp:posOffset>201295</wp:posOffset>
                </wp:positionV>
                <wp:extent cx="2722245" cy="2895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7CCBF" w14:textId="77777777" w:rsidR="00577D3F" w:rsidRPr="00577D3F" w:rsidRDefault="00577D3F" w:rsidP="00577D3F">
                            <w:pPr>
                              <w:rPr>
                                <w:color w:val="767171" w:themeColor="background2" w:themeShade="80"/>
                              </w:rPr>
                            </w:pPr>
                            <w:r w:rsidRPr="00385986">
                              <w:rPr>
                                <w:color w:val="767171" w:themeColor="background2" w:themeShade="80"/>
                              </w:rPr>
                              <w:t>+36 30 456 78 34</w:t>
                            </w:r>
                          </w:p>
                          <w:p w14:paraId="65F6A70F" w14:textId="77777777" w:rsidR="00577D3F" w:rsidRDefault="00577D3F" w:rsidP="00577D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405FE" id="Text Box 1" o:spid="_x0000_s1029" type="#_x0000_t202" style="position:absolute;left:0;text-align:left;margin-left:181.6pt;margin-top:15.85pt;width:214.35pt;height:22.8pt;z-index:251913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" filled="f" stroked="f" strokeweight=".5pt">
                <v:textbox>
                  <w:txbxContent>
                    <w:p w14:paraId="4377CCBF" w14:textId="77777777" w:rsidR="00577D3F" w:rsidRPr="00577D3F" w:rsidRDefault="00577D3F" w:rsidP="00577D3F">
                      <w:pPr>
                        <w:rPr>
                          <w:color w:val="767171" w:themeColor="background2" w:themeShade="80"/>
                        </w:rPr>
                      </w:pPr>
                      <w:r w:rsidRPr="00385986">
                        <w:rPr>
                          <w:color w:val="767171" w:themeColor="background2" w:themeShade="80"/>
                        </w:rPr>
                        <w:t>+36 30 456 78 34</w:t>
                      </w:r>
                    </w:p>
                    <w:p w14:paraId="65F6A70F" w14:textId="77777777" w:rsidR="00577D3F" w:rsidRDefault="00577D3F" w:rsidP="00577D3F"/>
                  </w:txbxContent>
                </v:textbox>
              </v:shape>
            </w:pict>
          </mc:Fallback>
        </mc:AlternateContent>
      </w:r>
    </w:p>
    <w:p w14:paraId="73D257D1" w14:textId="076A76A4" w:rsidR="003E7C6E" w:rsidRDefault="003E7C6E" w:rsidP="005A67BA">
      <w:pPr>
        <w:spacing w:before="60"/>
        <w:jc w:val="both"/>
      </w:pPr>
    </w:p>
    <w:p w14:paraId="56969B8D" w14:textId="77777777" w:rsidR="003E7C6E" w:rsidRDefault="003E7C6E" w:rsidP="005A67BA">
      <w:pPr>
        <w:spacing w:before="60"/>
        <w:jc w:val="both"/>
      </w:pPr>
      <w:bookmarkStart w:id="0" w:name="_GoBack"/>
      <w:bookmarkEnd w:id="0"/>
    </w:p>
    <w:p w14:paraId="7B054AA5" w14:textId="25D66F28" w:rsidR="00104F6B" w:rsidRDefault="00546832" w:rsidP="005A67BA">
      <w:pPr>
        <w:spacing w:before="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9631" behindDoc="0" locked="0" layoutInCell="1" allowOverlap="1" wp14:anchorId="7273CBC3" wp14:editId="4B4D415C">
                <wp:simplePos x="0" y="0"/>
                <wp:positionH relativeFrom="column">
                  <wp:posOffset>595630</wp:posOffset>
                </wp:positionH>
                <wp:positionV relativeFrom="paragraph">
                  <wp:posOffset>144780</wp:posOffset>
                </wp:positionV>
                <wp:extent cx="247015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EF622" w14:textId="0A7E1519" w:rsidR="00742DFB" w:rsidRPr="00742DFB" w:rsidRDefault="00546832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OverView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3CBC3" id="Text Box 7" o:spid="_x0000_s1030" type="#_x0000_t202" style="position:absolute;left:0;text-align:left;margin-left:46.9pt;margin-top:11.4pt;width:194.5pt;height:28.55pt;z-index:251909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" filled="f" stroked="f" strokeweight=".5pt">
                <v:textbox>
                  <w:txbxContent>
                    <w:p w14:paraId="297EF622" w14:textId="0A7E1519" w:rsidR="00742DFB" w:rsidRPr="00742DFB" w:rsidRDefault="00546832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OverView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9103" behindDoc="0" locked="0" layoutInCell="1" allowOverlap="1" wp14:anchorId="724AF3CA" wp14:editId="3623E189">
            <wp:simplePos x="0" y="0"/>
            <wp:positionH relativeFrom="column">
              <wp:posOffset>0</wp:posOffset>
            </wp:positionH>
            <wp:positionV relativeFrom="paragraph">
              <wp:posOffset>118745</wp:posOffset>
            </wp:positionV>
            <wp:extent cx="4064000" cy="386080"/>
            <wp:effectExtent l="0" t="0" r="0" b="0"/>
            <wp:wrapNone/>
            <wp:docPr id="50" name="Graphic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BB98E" w14:textId="29029273" w:rsidR="00A215F1" w:rsidRDefault="00A215F1" w:rsidP="005A67BA">
      <w:pPr>
        <w:spacing w:before="60"/>
        <w:jc w:val="both"/>
      </w:pPr>
    </w:p>
    <w:p w14:paraId="0E319B8A" w14:textId="77777777" w:rsidR="00A215F1" w:rsidRDefault="00A215F1" w:rsidP="005A67BA">
      <w:pPr>
        <w:spacing w:before="60"/>
        <w:jc w:val="both"/>
      </w:pPr>
    </w:p>
    <w:p w14:paraId="6158CFB2" w14:textId="4EF9B63F" w:rsidR="00546832" w:rsidRPr="00546832" w:rsidRDefault="00546832" w:rsidP="003E7C6E">
      <w:pPr>
        <w:spacing w:before="60" w:after="120"/>
        <w:rPr>
          <w:rFonts w:ascii="Arial" w:eastAsia="Calibri" w:hAnsi="Arial" w:cs="Arial"/>
          <w:color w:val="595959" w:themeColor="text1" w:themeTint="A6"/>
          <w:lang w:eastAsia="en-US"/>
        </w:rPr>
      </w:pP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Dedicated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sales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professional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offering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a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strong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combination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of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new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business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development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and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customer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relationship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management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for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existing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clients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.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Five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years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of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experience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in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supervising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and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developing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</w:t>
      </w:r>
      <w:proofErr w:type="spellStart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>sales</w:t>
      </w:r>
      <w:proofErr w:type="spellEnd"/>
      <w:r w:rsidRPr="008F3DBD">
        <w:rPr>
          <w:rFonts w:ascii="Arial" w:eastAsia="Calibri" w:hAnsi="Arial" w:cs="Arial"/>
          <w:color w:val="595959" w:themeColor="text1" w:themeTint="A6"/>
          <w:lang w:eastAsia="en-US"/>
        </w:rPr>
        <w:t xml:space="preserve"> teams.</w:t>
      </w:r>
    </w:p>
    <w:p w14:paraId="31A058FD" w14:textId="6F4AE6A8" w:rsidR="007C27D0" w:rsidRPr="00095496" w:rsidRDefault="00546832" w:rsidP="005A67BA">
      <w:pPr>
        <w:pStyle w:val="Folyszveg"/>
        <w:spacing w:line="240" w:lineRule="auto"/>
        <w:rPr>
          <w:rFonts w:ascii="Calibri" w:hAnsi="Calibri" w:cs="Times New Roman"/>
          <w:color w:val="595959" w:themeColor="text1" w:themeTint="A6"/>
        </w:rPr>
      </w:pPr>
      <w:r w:rsidRPr="00095496">
        <w:rPr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911679" behindDoc="0" locked="0" layoutInCell="1" allowOverlap="1" wp14:anchorId="2A4094E3" wp14:editId="0A6776C3">
                <wp:simplePos x="0" y="0"/>
                <wp:positionH relativeFrom="column">
                  <wp:posOffset>484505</wp:posOffset>
                </wp:positionH>
                <wp:positionV relativeFrom="paragraph">
                  <wp:posOffset>78740</wp:posOffset>
                </wp:positionV>
                <wp:extent cx="2781300" cy="34798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65287" w14:textId="41557014" w:rsidR="005A67BA" w:rsidRPr="00742DFB" w:rsidRDefault="00546832" w:rsidP="005A67BA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KEY 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094E3" id="Text Box 38" o:spid="_x0000_s1031" type="#_x0000_t202" style="position:absolute;margin-left:38.15pt;margin-top:6.2pt;width:219pt;height:27.4pt;z-index:251911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" filled="f" stroked="f" strokeweight=".5pt">
                <v:textbox>
                  <w:txbxContent>
                    <w:p w14:paraId="22965287" w14:textId="41557014" w:rsidR="005A67BA" w:rsidRPr="00742DFB" w:rsidRDefault="00546832" w:rsidP="005A67BA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KEY STRENGTHS</w:t>
                      </w:r>
                    </w:p>
                  </w:txbxContent>
                </v:textbox>
              </v:shape>
            </w:pict>
          </mc:Fallback>
        </mc:AlternateContent>
      </w:r>
      <w:r w:rsidRPr="00095496">
        <w:rPr>
          <w:noProof/>
          <w:color w:val="595959" w:themeColor="text1" w:themeTint="A6"/>
        </w:rPr>
        <w:drawing>
          <wp:anchor distT="0" distB="0" distL="114300" distR="114300" simplePos="0" relativeHeight="251839999" behindDoc="0" locked="0" layoutInCell="1" allowOverlap="1" wp14:anchorId="16C0FE62" wp14:editId="34C08872">
            <wp:simplePos x="0" y="0"/>
            <wp:positionH relativeFrom="column">
              <wp:posOffset>-50800</wp:posOffset>
            </wp:positionH>
            <wp:positionV relativeFrom="paragraph">
              <wp:posOffset>43815</wp:posOffset>
            </wp:positionV>
            <wp:extent cx="4000500" cy="386080"/>
            <wp:effectExtent l="0" t="0" r="0" b="0"/>
            <wp:wrapNone/>
            <wp:docPr id="40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0D14E" w14:textId="54B617BF" w:rsidR="007C27D0" w:rsidRPr="00095496" w:rsidRDefault="007C27D0" w:rsidP="005A67BA">
      <w:pPr>
        <w:pStyle w:val="Folyszveg"/>
        <w:spacing w:line="240" w:lineRule="auto"/>
        <w:rPr>
          <w:rFonts w:ascii="Calibri" w:hAnsi="Calibri" w:cs="Times New Roman"/>
          <w:color w:val="595959" w:themeColor="text1" w:themeTint="A6"/>
        </w:rPr>
      </w:pPr>
    </w:p>
    <w:p w14:paraId="429422B7" w14:textId="77777777" w:rsidR="00546832" w:rsidRPr="008F3DBD" w:rsidRDefault="00546832" w:rsidP="00283BFA">
      <w:pPr>
        <w:numPr>
          <w:ilvl w:val="0"/>
          <w:numId w:val="2"/>
        </w:numPr>
        <w:textAlignment w:val="baseline"/>
        <w:rPr>
          <w:rFonts w:ascii="Arial" w:eastAsia="Calibri" w:hAnsi="Arial" w:cs="Arial"/>
          <w:noProof/>
          <w:color w:val="595959" w:themeColor="text1" w:themeTint="A6"/>
          <w:lang w:eastAsia="en-US"/>
        </w:rPr>
      </w:pPr>
      <w:r w:rsidRPr="008F3DBD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Genuine sales expertise</w:t>
      </w:r>
      <w:r w:rsidRPr="008F3DBD">
        <w:rPr>
          <w:rFonts w:ascii="Arial" w:eastAsia="Calibri" w:hAnsi="Arial" w:cs="Arial"/>
          <w:noProof/>
          <w:color w:val="595959" w:themeColor="text1" w:themeTint="A6"/>
          <w:lang w:eastAsia="en-US"/>
        </w:rPr>
        <w:t>, confidence, and inner drive to establish new client relationships.</w:t>
      </w:r>
    </w:p>
    <w:p w14:paraId="4804977A" w14:textId="77777777" w:rsidR="00546832" w:rsidRPr="008F3DBD" w:rsidRDefault="00546832" w:rsidP="00283BFA">
      <w:pPr>
        <w:numPr>
          <w:ilvl w:val="0"/>
          <w:numId w:val="2"/>
        </w:numPr>
        <w:spacing w:before="120"/>
        <w:textAlignment w:val="baseline"/>
        <w:rPr>
          <w:rFonts w:ascii="Arial" w:eastAsia="Calibri" w:hAnsi="Arial" w:cs="Arial"/>
          <w:noProof/>
          <w:color w:val="595959" w:themeColor="text1" w:themeTint="A6"/>
          <w:lang w:eastAsia="en-US"/>
        </w:rPr>
      </w:pPr>
      <w:r w:rsidRPr="008F3DBD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Excellent customer service mindset</w:t>
      </w:r>
      <w:r w:rsidRPr="008F3DBD">
        <w:rPr>
          <w:rFonts w:ascii="Arial" w:eastAsia="Calibri" w:hAnsi="Arial" w:cs="Arial"/>
          <w:noProof/>
          <w:color w:val="595959" w:themeColor="text1" w:themeTint="A6"/>
          <w:lang w:eastAsia="en-US"/>
        </w:rPr>
        <w:t xml:space="preserve"> coupled with strong interpersonal skills – ability to maximize sales for existing clients and resolve potential service issues.</w:t>
      </w:r>
    </w:p>
    <w:p w14:paraId="17C0620F" w14:textId="77777777" w:rsidR="00546832" w:rsidRDefault="00546832" w:rsidP="00283BFA">
      <w:pPr>
        <w:numPr>
          <w:ilvl w:val="0"/>
          <w:numId w:val="2"/>
        </w:numPr>
        <w:spacing w:before="120"/>
        <w:textAlignment w:val="baseline"/>
        <w:rPr>
          <w:rFonts w:ascii="Arial" w:hAnsi="Arial" w:cs="Arial"/>
          <w:noProof/>
          <w:color w:val="595959" w:themeColor="text1" w:themeTint="A6"/>
        </w:rPr>
      </w:pPr>
      <w:r w:rsidRPr="008F3DBD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Natural leadership capabilities</w:t>
      </w:r>
      <w:r w:rsidRPr="008F3DBD">
        <w:rPr>
          <w:rFonts w:ascii="Arial" w:eastAsia="Calibri" w:hAnsi="Arial" w:cs="Arial"/>
          <w:noProof/>
          <w:color w:val="595959" w:themeColor="text1" w:themeTint="A6"/>
          <w:lang w:eastAsia="en-US"/>
        </w:rPr>
        <w:t xml:space="preserve"> supported by solid experience in supervising and developing sales teams to continuously exceed goals.</w:t>
      </w:r>
    </w:p>
    <w:p w14:paraId="70A9BF0F" w14:textId="43A8DD89" w:rsidR="005A67BA" w:rsidRPr="00546832" w:rsidRDefault="005C3E12" w:rsidP="003E7C6E">
      <w:pPr>
        <w:spacing w:before="120"/>
        <w:textAlignment w:val="baseline"/>
        <w:rPr>
          <w:rFonts w:ascii="Arial" w:hAnsi="Arial" w:cs="Arial"/>
          <w:noProof/>
          <w:color w:val="595959" w:themeColor="text1" w:themeTint="A6"/>
        </w:rPr>
      </w:pPr>
      <w:r w:rsidRPr="00095496">
        <w:rPr>
          <w:noProof/>
        </w:rPr>
        <mc:AlternateContent>
          <mc:Choice Requires="wps">
            <w:drawing>
              <wp:anchor distT="0" distB="0" distL="114300" distR="114300" simplePos="0" relativeHeight="251907583" behindDoc="0" locked="0" layoutInCell="1" allowOverlap="1" wp14:anchorId="7E3A7F34" wp14:editId="7863CDB9">
                <wp:simplePos x="0" y="0"/>
                <wp:positionH relativeFrom="column">
                  <wp:posOffset>190500</wp:posOffset>
                </wp:positionH>
                <wp:positionV relativeFrom="paragraph">
                  <wp:posOffset>228600</wp:posOffset>
                </wp:positionV>
                <wp:extent cx="3517900" cy="347980"/>
                <wp:effectExtent l="0" t="0" r="0" b="0"/>
                <wp:wrapNone/>
                <wp:docPr id="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81CEB" w14:textId="374186D3" w:rsidR="00742DFB" w:rsidRPr="005A67BA" w:rsidRDefault="00546832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Professional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A7F34" id="_x0000_s1032" type="#_x0000_t202" style="position:absolute;margin-left:15pt;margin-top:18pt;width:277pt;height:27.4pt;z-index:251907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" filled="f" stroked="f" strokeweight=".5pt">
                <v:textbox>
                  <w:txbxContent>
                    <w:p w14:paraId="67381CEB" w14:textId="374186D3" w:rsidR="00742DFB" w:rsidRPr="005A67BA" w:rsidRDefault="00546832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Professional Experience</w:t>
                      </w:r>
                    </w:p>
                  </w:txbxContent>
                </v:textbox>
              </v:shape>
            </w:pict>
          </mc:Fallback>
        </mc:AlternateContent>
      </w:r>
      <w:r w:rsidR="00546832" w:rsidRPr="00095496">
        <w:rPr>
          <w:noProof/>
        </w:rPr>
        <w:drawing>
          <wp:anchor distT="0" distB="0" distL="114300" distR="114300" simplePos="0" relativeHeight="251880959" behindDoc="0" locked="0" layoutInCell="1" allowOverlap="1" wp14:anchorId="2867DFD0" wp14:editId="2D7C564D">
            <wp:simplePos x="0" y="0"/>
            <wp:positionH relativeFrom="column">
              <wp:posOffset>38100</wp:posOffset>
            </wp:positionH>
            <wp:positionV relativeFrom="paragraph">
              <wp:posOffset>190500</wp:posOffset>
            </wp:positionV>
            <wp:extent cx="3784600" cy="386080"/>
            <wp:effectExtent l="0" t="0" r="0" b="0"/>
            <wp:wrapNone/>
            <wp:docPr id="26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C9326" w14:textId="7F0D7E07" w:rsidR="00104F6B" w:rsidRPr="00095496" w:rsidRDefault="00104F6B" w:rsidP="005A67BA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noProof/>
          <w:color w:val="595959" w:themeColor="text1" w:themeTint="A6"/>
        </w:rPr>
      </w:pPr>
    </w:p>
    <w:p w14:paraId="32A87497" w14:textId="28D93506" w:rsidR="00650A95" w:rsidRDefault="00650A95" w:rsidP="005A67BA">
      <w:pPr>
        <w:rPr>
          <w:rFonts w:ascii="Arial" w:hAnsi="Arial" w:cs="Arial"/>
          <w:noProof/>
          <w:color w:val="7F7F7F" w:themeColor="text1" w:themeTint="80"/>
        </w:rPr>
      </w:pPr>
    </w:p>
    <w:p w14:paraId="44B1596D" w14:textId="15C0C4FE" w:rsidR="00A90187" w:rsidRDefault="00A90187" w:rsidP="00A90187">
      <w:pPr>
        <w:pStyle w:val="Felsorols1"/>
        <w:numPr>
          <w:ilvl w:val="0"/>
          <w:numId w:val="0"/>
        </w:numPr>
        <w:spacing w:line="240" w:lineRule="auto"/>
      </w:pPr>
      <w:r w:rsidRPr="00EC0DA4">
        <w:rPr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924991" behindDoc="0" locked="0" layoutInCell="1" allowOverlap="1" wp14:anchorId="1C54B22C" wp14:editId="39B56ADA">
                <wp:simplePos x="0" y="0"/>
                <wp:positionH relativeFrom="column">
                  <wp:posOffset>0</wp:posOffset>
                </wp:positionH>
                <wp:positionV relativeFrom="paragraph">
                  <wp:posOffset>116840</wp:posOffset>
                </wp:positionV>
                <wp:extent cx="189230" cy="189230"/>
                <wp:effectExtent l="0" t="0" r="1270" b="1270"/>
                <wp:wrapNone/>
                <wp:docPr id="17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38AC7B" id="Oval 36" o:spid="_x0000_s1026" style="position:absolute;margin-left:0;margin-top:9.2pt;width:14.9pt;height:14.9pt;z-index:2519249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" fillcolor="#404040 [2429]" stroked="f" strokeweight="1pt">
                <v:stroke joinstyle="miter"/>
              </v:oval>
            </w:pict>
          </mc:Fallback>
        </mc:AlternateContent>
      </w:r>
    </w:p>
    <w:p w14:paraId="3A72EBD2" w14:textId="226EAFFC" w:rsidR="00A90187" w:rsidRPr="00A90187" w:rsidRDefault="00A90187" w:rsidP="00435EDF">
      <w:pPr>
        <w:pStyle w:val="NormlWeb"/>
        <w:spacing w:before="0" w:beforeAutospacing="0" w:after="0" w:afterAutospacing="0"/>
        <w:ind w:left="567"/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</w:pP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915775" behindDoc="0" locked="0" layoutInCell="1" allowOverlap="1" wp14:anchorId="1E648E60" wp14:editId="4C88E9F2">
                <wp:simplePos x="0" y="0"/>
                <wp:positionH relativeFrom="column">
                  <wp:posOffset>88900</wp:posOffset>
                </wp:positionH>
                <wp:positionV relativeFrom="paragraph">
                  <wp:posOffset>112395</wp:posOffset>
                </wp:positionV>
                <wp:extent cx="3175" cy="3365500"/>
                <wp:effectExtent l="12700" t="0" r="34925" b="25400"/>
                <wp:wrapNone/>
                <wp:docPr id="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3655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5D931" id="Straight Connector 64" o:spid="_x0000_s1026" style="position:absolute;z-index:251915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8.85pt" to="7.25pt,273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" strokecolor="#0d0d0d [3069]" strokeweight="2.5pt">
                <v:stroke joinstyle="miter"/>
              </v:line>
            </w:pict>
          </mc:Fallback>
        </mc:AlternateContent>
      </w: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Account Executive – Flexible Payroll Solutions, Springfield, NC</w:t>
      </w:r>
      <w:r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2013–present</w:t>
      </w:r>
    </w:p>
    <w:p w14:paraId="16E6FF91" w14:textId="17CA90E8" w:rsidR="002E4EDD" w:rsidRPr="008F3DBD" w:rsidRDefault="00A90187" w:rsidP="00283BFA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noProof/>
          <w:color w:val="595959" w:themeColor="text1" w:themeTint="A6"/>
          <w:sz w:val="24"/>
          <w:szCs w:val="24"/>
        </w:rPr>
      </w:pPr>
      <w:r w:rsidRPr="00355069">
        <w:rPr>
          <w:sz w:val="24"/>
          <w:lang w:val="en-US"/>
        </w:rPr>
        <w:t xml:space="preserve"> </w:t>
      </w:r>
      <w:r w:rsidR="002E4EDD" w:rsidRPr="008F3DBD">
        <w:rPr>
          <w:noProof/>
          <w:color w:val="595959" w:themeColor="text1" w:themeTint="A6"/>
          <w:sz w:val="24"/>
          <w:szCs w:val="24"/>
        </w:rPr>
        <w:t>Develop new customer relationships to drive sales of payroll and tax-filing services.</w:t>
      </w:r>
    </w:p>
    <w:p w14:paraId="36E728AE" w14:textId="3689887D" w:rsidR="002E4EDD" w:rsidRPr="008F3DBD" w:rsidRDefault="002E4EDD" w:rsidP="00283BFA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noProof/>
          <w:color w:val="595959" w:themeColor="text1" w:themeTint="A6"/>
          <w:sz w:val="24"/>
          <w:szCs w:val="24"/>
        </w:rPr>
      </w:pPr>
      <w:r w:rsidRPr="008F3DBD">
        <w:rPr>
          <w:noProof/>
          <w:color w:val="595959" w:themeColor="text1" w:themeTint="A6"/>
          <w:sz w:val="24"/>
          <w:szCs w:val="24"/>
        </w:rPr>
        <w:t>Maintain excellence in customer service of existing clients by answering questions and resolving problems.</w:t>
      </w:r>
    </w:p>
    <w:p w14:paraId="5D106E3B" w14:textId="1A8DDC54" w:rsidR="002E4EDD" w:rsidRPr="008F3DBD" w:rsidRDefault="002E4EDD" w:rsidP="00283BFA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noProof/>
          <w:color w:val="595959" w:themeColor="text1" w:themeTint="A6"/>
          <w:sz w:val="24"/>
          <w:szCs w:val="24"/>
        </w:rPr>
      </w:pPr>
      <w:r w:rsidRPr="008F3DBD">
        <w:rPr>
          <w:noProof/>
          <w:color w:val="595959" w:themeColor="text1" w:themeTint="A6"/>
          <w:sz w:val="24"/>
          <w:szCs w:val="24"/>
        </w:rPr>
        <w:t>Consistently ranked #1 in sales among 10 account executives.</w:t>
      </w:r>
    </w:p>
    <w:p w14:paraId="5A61B129" w14:textId="22420E16" w:rsidR="002E4EDD" w:rsidRPr="008F3DBD" w:rsidRDefault="002E4EDD" w:rsidP="002E4EDD">
      <w:pPr>
        <w:ind w:left="567"/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</w:pPr>
      <w:r w:rsidRPr="008F3DBD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“Steve’s strong customer relationships have been instrumental in maintaining client satisfaction ... he is extremely client-focused and is always in our clients’ operating reality.” </w:t>
      </w:r>
    </w:p>
    <w:p w14:paraId="0C5E089E" w14:textId="1B919478" w:rsidR="00A90187" w:rsidRPr="002E4EDD" w:rsidRDefault="002E4EDD" w:rsidP="002E4EDD">
      <w:pPr>
        <w:ind w:left="464"/>
        <w:rPr>
          <w:rFonts w:ascii="Arial" w:eastAsia="Calibri" w:hAnsi="Arial" w:cs="Arial"/>
          <w:noProof/>
          <w:color w:val="595959" w:themeColor="text1" w:themeTint="A6"/>
          <w:lang w:eastAsia="en-US"/>
        </w:rPr>
      </w:pPr>
      <w:r w:rsidRPr="008F3DBD">
        <w:rPr>
          <w:rFonts w:ascii="Arial" w:eastAsia="Calibri" w:hAnsi="Arial" w:cs="Arial"/>
          <w:noProof/>
          <w:color w:val="595959" w:themeColor="text1" w:themeTint="A6"/>
          <w:lang w:eastAsia="en-US"/>
        </w:rPr>
        <w:t>~ John Truliant, Executive Vice President, Flexible Payroll Solutions</w:t>
      </w:r>
    </w:p>
    <w:p w14:paraId="7633B8A0" w14:textId="02393D7E" w:rsidR="00A90187" w:rsidRPr="00A90187" w:rsidRDefault="00A90187" w:rsidP="00A90187">
      <w:pPr>
        <w:pStyle w:val="NormlWeb"/>
        <w:spacing w:before="120" w:beforeAutospacing="0" w:after="60" w:afterAutospacing="0"/>
        <w:ind w:left="567"/>
        <w:rPr>
          <w:rFonts w:ascii="Arial" w:eastAsia="Calibri" w:hAnsi="Arial" w:cs="Arial"/>
          <w:color w:val="595959" w:themeColor="text1" w:themeTint="A6"/>
          <w:szCs w:val="18"/>
          <w:lang w:val="en-US" w:eastAsia="en-US"/>
        </w:rPr>
      </w:pP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916799" behindDoc="0" locked="0" layoutInCell="1" allowOverlap="1" wp14:anchorId="0849047A" wp14:editId="2762C90D">
                <wp:simplePos x="0" y="0"/>
                <wp:positionH relativeFrom="column">
                  <wp:posOffset>2540</wp:posOffset>
                </wp:positionH>
                <wp:positionV relativeFrom="paragraph">
                  <wp:posOffset>99695</wp:posOffset>
                </wp:positionV>
                <wp:extent cx="189230" cy="189230"/>
                <wp:effectExtent l="0" t="0" r="1270" b="1270"/>
                <wp:wrapNone/>
                <wp:docPr id="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81B347" id="Oval 36" o:spid="_x0000_s1026" style="position:absolute;margin-left:.2pt;margin-top:7.85pt;width:14.9pt;height:14.9pt;z-index:251916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" fillcolor="#404040 [2429]" stroked="f" strokeweight="1pt">
                <v:stroke joinstyle="miter"/>
              </v:oval>
            </w:pict>
          </mc:Fallback>
        </mc:AlternateContent>
      </w: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Retail Planning Manager</w:t>
      </w: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, </w:t>
      </w: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Hanesbrands, Inc., </w:t>
      </w: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Springfield, NC</w:t>
      </w:r>
      <w:r w:rsidR="0031145A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>
        <w:rPr>
          <w:b/>
          <w:bCs/>
          <w:caps/>
          <w:noProof/>
          <w:color w:val="404040" w:themeColor="text1" w:themeTint="BF"/>
        </w:rPr>
        <w:tab/>
      </w:r>
      <w:r w:rsidRPr="0031145A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Pr="0031145A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1</w:t>
      </w:r>
      <w:r w:rsidRPr="0031145A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–201</w:t>
      </w:r>
      <w:r w:rsidRPr="0031145A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3</w:t>
      </w:r>
      <w:r w:rsidRPr="0031145A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br/>
      </w:r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 xml:space="preserve">Polo Ralph Lauren division </w:t>
      </w:r>
      <w:proofErr w:type="spellStart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>split</w:t>
      </w:r>
      <w:proofErr w:type="spellEnd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>from</w:t>
      </w:r>
      <w:proofErr w:type="spellEnd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>previous</w:t>
      </w:r>
      <w:proofErr w:type="spellEnd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>employer</w:t>
      </w:r>
      <w:proofErr w:type="spellEnd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 xml:space="preserve">, Sara Lee, </w:t>
      </w:r>
      <w:proofErr w:type="spellStart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>because</w:t>
      </w:r>
      <w:proofErr w:type="spellEnd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 xml:space="preserve"> of </w:t>
      </w:r>
      <w:proofErr w:type="spellStart"/>
      <w:r w:rsidRPr="002E4ED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>reorganization</w:t>
      </w:r>
      <w:proofErr w:type="spellEnd"/>
      <w:r w:rsidRPr="00A90187">
        <w:rPr>
          <w:rFonts w:ascii="Arial" w:eastAsia="Calibri" w:hAnsi="Arial" w:cs="Arial"/>
          <w:color w:val="595959" w:themeColor="text1" w:themeTint="A6"/>
          <w:szCs w:val="18"/>
          <w:lang w:val="en-US" w:eastAsia="en-US"/>
        </w:rPr>
        <w:t> </w:t>
      </w:r>
    </w:p>
    <w:p w14:paraId="5540F0C9" w14:textId="65654F64" w:rsidR="0031145A" w:rsidRPr="0031145A" w:rsidRDefault="0031145A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31145A">
        <w:rPr>
          <w:sz w:val="24"/>
          <w:lang w:val="en-US"/>
        </w:rPr>
        <w:t xml:space="preserve">Managed retail planning on </w:t>
      </w:r>
      <w:proofErr w:type="spellStart"/>
      <w:r w:rsidRPr="0031145A">
        <w:rPr>
          <w:sz w:val="24"/>
          <w:lang w:val="en-US"/>
        </w:rPr>
        <w:t>behalf</w:t>
      </w:r>
      <w:proofErr w:type="spellEnd"/>
      <w:r w:rsidRPr="0031145A">
        <w:rPr>
          <w:sz w:val="24"/>
          <w:lang w:val="en-US"/>
        </w:rPr>
        <w:t xml:space="preserve"> of a multi-</w:t>
      </w:r>
      <w:proofErr w:type="spellStart"/>
      <w:r w:rsidRPr="0031145A">
        <w:rPr>
          <w:sz w:val="24"/>
          <w:lang w:val="en-US"/>
        </w:rPr>
        <w:t>billion</w:t>
      </w:r>
      <w:proofErr w:type="spellEnd"/>
      <w:r w:rsidRPr="0031145A">
        <w:rPr>
          <w:sz w:val="24"/>
          <w:lang w:val="en-US"/>
        </w:rPr>
        <w:t xml:space="preserve"> </w:t>
      </w:r>
      <w:proofErr w:type="spellStart"/>
      <w:r w:rsidRPr="0031145A">
        <w:rPr>
          <w:sz w:val="24"/>
          <w:lang w:val="en-US"/>
        </w:rPr>
        <w:t>dollar</w:t>
      </w:r>
      <w:proofErr w:type="spellEnd"/>
      <w:r w:rsidRPr="0031145A">
        <w:rPr>
          <w:sz w:val="24"/>
          <w:lang w:val="en-US"/>
        </w:rPr>
        <w:t xml:space="preserve"> </w:t>
      </w:r>
      <w:proofErr w:type="spellStart"/>
      <w:r w:rsidRPr="0031145A">
        <w:rPr>
          <w:sz w:val="24"/>
          <w:lang w:val="en-US"/>
        </w:rPr>
        <w:t>customer</w:t>
      </w:r>
      <w:proofErr w:type="spellEnd"/>
      <w:r w:rsidRPr="0031145A">
        <w:rPr>
          <w:sz w:val="24"/>
          <w:lang w:val="en-US"/>
        </w:rPr>
        <w:t xml:space="preserve"> of Hanesbrands.</w:t>
      </w:r>
    </w:p>
    <w:p w14:paraId="3762439C" w14:textId="71FEA611" w:rsidR="0031145A" w:rsidRPr="0031145A" w:rsidRDefault="0031145A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31145A">
        <w:rPr>
          <w:sz w:val="24"/>
          <w:lang w:val="en-US"/>
        </w:rPr>
        <w:t>Maintained effective working relationships with forecasting, customer operations, and marketing departments to maximize forecast accuracy and ensure timely inventory flow.</w:t>
      </w:r>
    </w:p>
    <w:p w14:paraId="4FC8836C" w14:textId="5787C0E6" w:rsidR="0031145A" w:rsidRDefault="0031145A" w:rsidP="00283BFA">
      <w:pPr>
        <w:pStyle w:val="Felsorols1"/>
        <w:numPr>
          <w:ilvl w:val="0"/>
          <w:numId w:val="2"/>
        </w:numPr>
        <w:spacing w:after="120" w:line="240" w:lineRule="auto"/>
        <w:ind w:left="567" w:firstLine="0"/>
        <w:rPr>
          <w:sz w:val="24"/>
          <w:lang w:val="en-US"/>
        </w:rPr>
      </w:pPr>
      <w:r w:rsidRPr="0031145A">
        <w:rPr>
          <w:sz w:val="24"/>
          <w:lang w:val="en-US"/>
        </w:rPr>
        <w:t>Fulfilled business partnering for the client’s Retail Planner by suggesting process and planning improvements.</w:t>
      </w:r>
    </w:p>
    <w:p w14:paraId="37CB2162" w14:textId="0474E0D2" w:rsidR="00435EDF" w:rsidRDefault="00435EDF" w:rsidP="00435EDF">
      <w:pPr>
        <w:pStyle w:val="Felsorols1"/>
        <w:numPr>
          <w:ilvl w:val="0"/>
          <w:numId w:val="0"/>
        </w:numPr>
        <w:spacing w:after="120" w:line="240" w:lineRule="auto"/>
        <w:ind w:left="567"/>
        <w:rPr>
          <w:sz w:val="24"/>
          <w:lang w:val="en-US"/>
        </w:rPr>
      </w:pPr>
      <w:r>
        <w:rPr>
          <w:sz w:val="24"/>
          <w:lang w:val="en-US"/>
        </w:rPr>
        <w:br w:type="column"/>
      </w:r>
    </w:p>
    <w:p w14:paraId="015A0344" w14:textId="391A827F" w:rsidR="00435EDF" w:rsidRDefault="00435EDF" w:rsidP="00435EDF">
      <w:pPr>
        <w:pStyle w:val="Felsorols1"/>
        <w:numPr>
          <w:ilvl w:val="0"/>
          <w:numId w:val="0"/>
        </w:numPr>
        <w:spacing w:after="120" w:line="240" w:lineRule="auto"/>
        <w:ind w:left="567"/>
        <w:rPr>
          <w:sz w:val="24"/>
          <w:lang w:val="en-US"/>
        </w:rPr>
      </w:pPr>
    </w:p>
    <w:p w14:paraId="490D1AED" w14:textId="77777777" w:rsidR="00033595" w:rsidRPr="0031145A" w:rsidRDefault="00033595" w:rsidP="00435EDF">
      <w:pPr>
        <w:pStyle w:val="Felsorols1"/>
        <w:numPr>
          <w:ilvl w:val="0"/>
          <w:numId w:val="0"/>
        </w:numPr>
        <w:spacing w:after="120" w:line="240" w:lineRule="auto"/>
        <w:ind w:left="567"/>
        <w:rPr>
          <w:sz w:val="24"/>
          <w:lang w:val="en-US"/>
        </w:rPr>
      </w:pPr>
    </w:p>
    <w:p w14:paraId="686EA1F4" w14:textId="055FFED6" w:rsidR="002E4EDD" w:rsidRPr="008F3DBD" w:rsidRDefault="00033595" w:rsidP="002E4EDD">
      <w:pPr>
        <w:spacing w:before="60" w:after="60"/>
        <w:ind w:left="567"/>
      </w:pPr>
      <w:r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917823" behindDoc="0" locked="0" layoutInCell="1" allowOverlap="1" wp14:anchorId="76EAB4C4" wp14:editId="5C3DA9E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189230" cy="189230"/>
                <wp:effectExtent l="0" t="0" r="1270" b="1270"/>
                <wp:wrapNone/>
                <wp:docPr id="8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C87EF" id="Oval 37" o:spid="_x0000_s1026" style="position:absolute;margin-left:0;margin-top:1.8pt;width:14.9pt;height:14.9pt;z-index:251917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" fillcolor="#404040 [2429]" stroked="f" strokeweight="1pt">
                <v:stroke joinstyle="miter"/>
              </v:oval>
            </w:pict>
          </mc:Fallback>
        </mc:AlternateContent>
      </w:r>
      <w:r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929087" behindDoc="0" locked="0" layoutInCell="1" allowOverlap="1" wp14:anchorId="408DEE26" wp14:editId="3A16BD09">
                <wp:simplePos x="0" y="0"/>
                <wp:positionH relativeFrom="column">
                  <wp:posOffset>88900</wp:posOffset>
                </wp:positionH>
                <wp:positionV relativeFrom="paragraph">
                  <wp:posOffset>134620</wp:posOffset>
                </wp:positionV>
                <wp:extent cx="3175" cy="3365500"/>
                <wp:effectExtent l="12700" t="0" r="34925" b="25400"/>
                <wp:wrapNone/>
                <wp:docPr id="20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3655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D6BDF" id="Straight Connector 64" o:spid="_x0000_s1026" style="position:absolute;z-index:251929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10.6pt" to="7.25pt,275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" strokecolor="#0d0d0d [3069]" strokeweight="2.5pt">
                <v:stroke joinstyle="miter"/>
              </v:line>
            </w:pict>
          </mc:Fallback>
        </mc:AlternateContent>
      </w:r>
      <w:r w:rsidR="0031145A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t>S</w:t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ales Service</w:t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Manager</w:t>
      </w:r>
      <w:r w:rsidR="0031145A" w:rsidRPr="00A90187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, </w:t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Sara Lee</w:t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Springfield, NC</w:t>
      </w:r>
      <w:r w:rsidR="0031145A" w:rsidRPr="0031145A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tab/>
      </w:r>
      <w:r w:rsidR="0031145A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tab/>
      </w:r>
      <w:r w:rsidR="0031145A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tab/>
      </w:r>
      <w:r w:rsidR="0031145A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tab/>
      </w:r>
      <w:r w:rsidR="0031145A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tab/>
      </w:r>
      <w:r w:rsidR="0031145A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tab/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07</w:t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–201</w:t>
      </w:r>
      <w:r w:rsidR="0031145A" w:rsidRPr="002E4EDD">
        <w:rPr>
          <w:rFonts w:ascii="Arial" w:eastAsia="Calibri" w:hAnsi="Arial" w:cs="Arial"/>
          <w:b/>
          <w:bCs/>
          <w:noProof/>
          <w:color w:val="404040" w:themeColor="text1" w:themeTint="BF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1</w:t>
      </w:r>
      <w:r w:rsidR="002E4EDD">
        <w:rPr>
          <w:rFonts w:eastAsia="Calibri"/>
          <w:b/>
          <w:bCs/>
          <w:caps/>
          <w:noProof/>
          <w:color w:val="404040" w:themeColor="text1" w:themeTint="BF"/>
          <w:lang w:eastAsia="en-US"/>
        </w:rPr>
        <w:br/>
      </w:r>
      <w:r w:rsidR="002E4EDD" w:rsidRPr="008F3DBD">
        <w:rPr>
          <w:rFonts w:ascii="Arial" w:eastAsia="Calibri" w:hAnsi="Arial" w:cs="Arial"/>
          <w:i/>
          <w:iCs/>
          <w:color w:val="7F7F7F" w:themeColor="text1" w:themeTint="80"/>
          <w:szCs w:val="18"/>
          <w:lang w:val="en-US" w:eastAsia="en-US"/>
        </w:rPr>
        <w:t>Polo Ralph Lauren – later split into Hanesbrands Division</w:t>
      </w:r>
    </w:p>
    <w:p w14:paraId="70CFADE5" w14:textId="3C26596E" w:rsidR="002E4EDD" w:rsidRPr="008F3DBD" w:rsidRDefault="002E4EDD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8F3DBD">
        <w:rPr>
          <w:sz w:val="24"/>
          <w:lang w:val="en-US"/>
        </w:rPr>
        <w:t xml:space="preserve">Supervised and developed a team of </w:t>
      </w:r>
      <w:proofErr w:type="spellStart"/>
      <w:r w:rsidRPr="008F3DBD">
        <w:rPr>
          <w:sz w:val="24"/>
          <w:lang w:val="en-US"/>
        </w:rPr>
        <w:t>sales</w:t>
      </w:r>
      <w:proofErr w:type="spellEnd"/>
      <w:r w:rsidRPr="008F3DBD">
        <w:rPr>
          <w:sz w:val="24"/>
          <w:lang w:val="en-US"/>
        </w:rPr>
        <w:t xml:space="preserve"> </w:t>
      </w:r>
      <w:proofErr w:type="spellStart"/>
      <w:r w:rsidRPr="008F3DBD">
        <w:rPr>
          <w:sz w:val="24"/>
          <w:lang w:val="en-US"/>
        </w:rPr>
        <w:t>representatives</w:t>
      </w:r>
      <w:proofErr w:type="spellEnd"/>
      <w:r w:rsidRPr="008F3DBD">
        <w:rPr>
          <w:sz w:val="24"/>
          <w:lang w:val="en-US"/>
        </w:rPr>
        <w:t xml:space="preserve"> and </w:t>
      </w:r>
      <w:proofErr w:type="spellStart"/>
      <w:r w:rsidRPr="008F3DBD">
        <w:rPr>
          <w:sz w:val="24"/>
          <w:lang w:val="en-US"/>
        </w:rPr>
        <w:t>sales</w:t>
      </w:r>
      <w:proofErr w:type="spellEnd"/>
      <w:r w:rsidRPr="008F3DBD">
        <w:rPr>
          <w:sz w:val="24"/>
          <w:lang w:val="en-US"/>
        </w:rPr>
        <w:t xml:space="preserve"> </w:t>
      </w:r>
      <w:proofErr w:type="spellStart"/>
      <w:r w:rsidRPr="008F3DBD">
        <w:rPr>
          <w:sz w:val="24"/>
          <w:lang w:val="en-US"/>
        </w:rPr>
        <w:t>analysts</w:t>
      </w:r>
      <w:proofErr w:type="spellEnd"/>
      <w:r w:rsidRPr="008F3DBD">
        <w:rPr>
          <w:sz w:val="24"/>
          <w:lang w:val="en-US"/>
        </w:rPr>
        <w:t>.</w:t>
      </w:r>
    </w:p>
    <w:p w14:paraId="6A4F2C1D" w14:textId="063FC2B3" w:rsidR="002E4EDD" w:rsidRPr="008F3DBD" w:rsidRDefault="002E4EDD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8F3DBD">
        <w:rPr>
          <w:sz w:val="24"/>
          <w:lang w:val="en-US"/>
        </w:rPr>
        <w:t>Attended meetings with key accounts to assist in setting next season’s buy.</w:t>
      </w:r>
    </w:p>
    <w:p w14:paraId="7A5C5389" w14:textId="62D51252" w:rsidR="002E4EDD" w:rsidRPr="008F3DBD" w:rsidRDefault="002E4EDD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8F3DBD">
        <w:rPr>
          <w:sz w:val="24"/>
          <w:lang w:val="en-US"/>
        </w:rPr>
        <w:t>Ensured prompt customer service issue resolution through personal intervention and close working relationships with internal departments.</w:t>
      </w:r>
    </w:p>
    <w:p w14:paraId="42FDAA67" w14:textId="74091D34" w:rsidR="002E4EDD" w:rsidRPr="002E4EDD" w:rsidRDefault="002E4EDD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8F3DBD">
        <w:rPr>
          <w:sz w:val="24"/>
          <w:lang w:val="en-US"/>
        </w:rPr>
        <w:t xml:space="preserve">Conducted meetings for sales representatives to share business insights and monitor performance versus last </w:t>
      </w:r>
      <w:proofErr w:type="spellStart"/>
      <w:r w:rsidRPr="008F3DBD">
        <w:rPr>
          <w:sz w:val="24"/>
          <w:lang w:val="en-US"/>
        </w:rPr>
        <w:t>year</w:t>
      </w:r>
      <w:proofErr w:type="spellEnd"/>
      <w:r w:rsidRPr="008F3DBD">
        <w:rPr>
          <w:sz w:val="24"/>
          <w:lang w:val="en-US"/>
        </w:rPr>
        <w:t xml:space="preserve"> and </w:t>
      </w:r>
      <w:proofErr w:type="spellStart"/>
      <w:r w:rsidRPr="008F3DBD">
        <w:rPr>
          <w:sz w:val="24"/>
          <w:lang w:val="en-US"/>
        </w:rPr>
        <w:t>current</w:t>
      </w:r>
      <w:proofErr w:type="spellEnd"/>
      <w:r w:rsidRPr="008F3DBD">
        <w:rPr>
          <w:sz w:val="24"/>
          <w:lang w:val="en-US"/>
        </w:rPr>
        <w:t xml:space="preserve"> </w:t>
      </w:r>
      <w:proofErr w:type="spellStart"/>
      <w:r w:rsidRPr="008F3DBD">
        <w:rPr>
          <w:sz w:val="24"/>
          <w:lang w:val="en-US"/>
        </w:rPr>
        <w:t>year</w:t>
      </w:r>
      <w:proofErr w:type="spellEnd"/>
      <w:r w:rsidRPr="008F3DBD">
        <w:rPr>
          <w:sz w:val="24"/>
          <w:lang w:val="en-US"/>
        </w:rPr>
        <w:t xml:space="preserve"> </w:t>
      </w:r>
      <w:proofErr w:type="spellStart"/>
      <w:r w:rsidRPr="008F3DBD">
        <w:rPr>
          <w:sz w:val="24"/>
          <w:lang w:val="en-US"/>
        </w:rPr>
        <w:t>forecast</w:t>
      </w:r>
      <w:proofErr w:type="spellEnd"/>
      <w:r w:rsidRPr="008F3DBD">
        <w:rPr>
          <w:sz w:val="24"/>
          <w:lang w:val="en-US"/>
        </w:rPr>
        <w:t>.</w:t>
      </w:r>
    </w:p>
    <w:p w14:paraId="7F2B7B33" w14:textId="22F38392" w:rsidR="00A90187" w:rsidRPr="002E4EDD" w:rsidRDefault="00A90187" w:rsidP="002E4EDD">
      <w:pPr>
        <w:pStyle w:val="Felsorols1"/>
        <w:numPr>
          <w:ilvl w:val="0"/>
          <w:numId w:val="0"/>
        </w:numPr>
        <w:spacing w:line="240" w:lineRule="auto"/>
        <w:ind w:left="567"/>
        <w:rPr>
          <w:sz w:val="24"/>
          <w:lang w:val="en-US"/>
        </w:rPr>
      </w:pPr>
    </w:p>
    <w:p w14:paraId="1A1CDA02" w14:textId="730B3B19" w:rsidR="00435EDF" w:rsidRPr="006076CA" w:rsidRDefault="00033595" w:rsidP="00435EDF">
      <w:pPr>
        <w:pStyle w:val="H2"/>
        <w:tabs>
          <w:tab w:val="left" w:pos="567"/>
        </w:tabs>
        <w:spacing w:before="120"/>
        <w:ind w:left="624"/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</w:pPr>
      <w:r w:rsidRPr="002E4EDD">
        <w:rPr>
          <w:rFonts w:eastAsia="Calibri"/>
          <w:b/>
          <w:bCs/>
          <w:noProof/>
          <w:color w:val="404040" w:themeColor="text1" w:themeTint="BF"/>
          <w:sz w:val="24"/>
          <w:szCs w:val="24"/>
          <w:lang w:eastAsia="en-US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931135" behindDoc="0" locked="0" layoutInCell="1" allowOverlap="1" wp14:anchorId="6E0665CE" wp14:editId="461C292C">
                <wp:simplePos x="0" y="0"/>
                <wp:positionH relativeFrom="column">
                  <wp:posOffset>0</wp:posOffset>
                </wp:positionH>
                <wp:positionV relativeFrom="paragraph">
                  <wp:posOffset>90805</wp:posOffset>
                </wp:positionV>
                <wp:extent cx="189230" cy="189230"/>
                <wp:effectExtent l="0" t="0" r="1270" b="1270"/>
                <wp:wrapNone/>
                <wp:docPr id="21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B6515E" id="Oval 37" o:spid="_x0000_s1026" style="position:absolute;margin-left:0;margin-top:7.15pt;width:14.9pt;height:14.9pt;z-index:2519311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" fillcolor="#404040 [2429]" stroked="f" strokeweight="1pt">
                <v:stroke joinstyle="miter"/>
              </v:oval>
            </w:pict>
          </mc:Fallback>
        </mc:AlternateContent>
      </w:r>
      <w:proofErr w:type="spellStart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Selected</w:t>
      </w:r>
      <w:proofErr w:type="spellEnd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</w:t>
      </w:r>
      <w:proofErr w:type="spellStart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Accomplishments</w:t>
      </w:r>
      <w:proofErr w:type="spellEnd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</w:t>
      </w:r>
      <w:proofErr w:type="spellStart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as</w:t>
      </w:r>
      <w:proofErr w:type="spellEnd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</w:t>
      </w:r>
      <w:proofErr w:type="spellStart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Sales</w:t>
      </w:r>
      <w:proofErr w:type="spellEnd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Service Manager </w:t>
      </w:r>
      <w:proofErr w:type="spellStart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at</w:t>
      </w:r>
      <w:proofErr w:type="spellEnd"/>
      <w:r w:rsidR="00435EDF" w:rsidRPr="006076CA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Sara Lee:</w:t>
      </w:r>
    </w:p>
    <w:p w14:paraId="0995B6DB" w14:textId="77777777" w:rsidR="00435EDF" w:rsidRPr="006076CA" w:rsidRDefault="00435EDF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proofErr w:type="spellStart"/>
      <w:r w:rsidRPr="006076CA">
        <w:rPr>
          <w:sz w:val="24"/>
          <w:lang w:val="en-US"/>
        </w:rPr>
        <w:t>Achieved</w:t>
      </w:r>
      <w:proofErr w:type="spellEnd"/>
      <w:r w:rsidRPr="006076CA">
        <w:rPr>
          <w:sz w:val="24"/>
          <w:lang w:val="en-US"/>
        </w:rPr>
        <w:t xml:space="preserve"> $7.1 </w:t>
      </w:r>
      <w:proofErr w:type="spellStart"/>
      <w:r w:rsidRPr="006076CA">
        <w:rPr>
          <w:sz w:val="24"/>
          <w:lang w:val="en-US"/>
        </w:rPr>
        <w:t>million</w:t>
      </w:r>
      <w:proofErr w:type="spellEnd"/>
      <w:r w:rsidRPr="006076CA">
        <w:rPr>
          <w:sz w:val="24"/>
          <w:lang w:val="en-US"/>
        </w:rPr>
        <w:t xml:space="preserve"> in </w:t>
      </w:r>
      <w:proofErr w:type="spellStart"/>
      <w:r w:rsidRPr="006076CA">
        <w:rPr>
          <w:sz w:val="24"/>
          <w:lang w:val="en-US"/>
        </w:rPr>
        <w:t>sales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on</w:t>
      </w:r>
      <w:proofErr w:type="spellEnd"/>
      <w:r w:rsidRPr="006076CA">
        <w:rPr>
          <w:sz w:val="24"/>
          <w:lang w:val="en-US"/>
        </w:rPr>
        <w:t xml:space="preserve"> a </w:t>
      </w:r>
      <w:proofErr w:type="spellStart"/>
      <w:r w:rsidRPr="006076CA">
        <w:rPr>
          <w:sz w:val="24"/>
          <w:lang w:val="en-US"/>
        </w:rPr>
        <w:t>new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Ultimate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brand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launch</w:t>
      </w:r>
      <w:proofErr w:type="spellEnd"/>
      <w:r w:rsidRPr="006076CA">
        <w:rPr>
          <w:sz w:val="24"/>
          <w:lang w:val="en-US"/>
        </w:rPr>
        <w:t>.</w:t>
      </w:r>
    </w:p>
    <w:p w14:paraId="4F94A3B5" w14:textId="77777777" w:rsidR="00435EDF" w:rsidRPr="006076CA" w:rsidRDefault="00435EDF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proofErr w:type="spellStart"/>
      <w:r w:rsidRPr="006076CA">
        <w:rPr>
          <w:sz w:val="24"/>
          <w:lang w:val="en-US"/>
        </w:rPr>
        <w:t>Exceeded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sales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goals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by</w:t>
      </w:r>
      <w:proofErr w:type="spellEnd"/>
      <w:r w:rsidRPr="006076CA">
        <w:rPr>
          <w:sz w:val="24"/>
          <w:lang w:val="en-US"/>
        </w:rPr>
        <w:t xml:space="preserve"> </w:t>
      </w:r>
      <w:proofErr w:type="spellStart"/>
      <w:r w:rsidRPr="006076CA">
        <w:rPr>
          <w:sz w:val="24"/>
          <w:lang w:val="en-US"/>
        </w:rPr>
        <w:t>placing</w:t>
      </w:r>
      <w:proofErr w:type="spellEnd"/>
      <w:r w:rsidRPr="006076CA">
        <w:rPr>
          <w:sz w:val="24"/>
          <w:lang w:val="en-US"/>
        </w:rPr>
        <w:t xml:space="preserve"> a </w:t>
      </w:r>
      <w:proofErr w:type="spellStart"/>
      <w:r w:rsidRPr="006076CA">
        <w:rPr>
          <w:sz w:val="24"/>
          <w:lang w:val="en-US"/>
        </w:rPr>
        <w:t>new</w:t>
      </w:r>
      <w:proofErr w:type="spellEnd"/>
      <w:r w:rsidRPr="006076CA">
        <w:rPr>
          <w:sz w:val="24"/>
          <w:lang w:val="en-US"/>
        </w:rPr>
        <w:t xml:space="preserve"> product in 83% of key accounts, thus increasing penetration of existing product from 6.9% to 10% across all doors.</w:t>
      </w:r>
    </w:p>
    <w:p w14:paraId="145940C8" w14:textId="77777777" w:rsidR="00435EDF" w:rsidRPr="006076CA" w:rsidRDefault="00435EDF" w:rsidP="00283BFA">
      <w:pPr>
        <w:pStyle w:val="Felsorols1"/>
        <w:numPr>
          <w:ilvl w:val="0"/>
          <w:numId w:val="2"/>
        </w:numPr>
        <w:spacing w:after="120" w:line="240" w:lineRule="auto"/>
        <w:ind w:left="567" w:firstLine="0"/>
        <w:rPr>
          <w:sz w:val="24"/>
          <w:lang w:val="en-US"/>
        </w:rPr>
      </w:pPr>
      <w:r w:rsidRPr="006076CA">
        <w:rPr>
          <w:sz w:val="24"/>
          <w:lang w:val="en-US"/>
        </w:rPr>
        <w:t xml:space="preserve">Implemented a defective allowance policy across all department stores </w:t>
      </w:r>
      <w:proofErr w:type="spellStart"/>
      <w:r w:rsidRPr="006076CA">
        <w:rPr>
          <w:sz w:val="24"/>
          <w:lang w:val="en-US"/>
        </w:rPr>
        <w:t>resulting</w:t>
      </w:r>
      <w:proofErr w:type="spellEnd"/>
      <w:r w:rsidRPr="006076CA">
        <w:rPr>
          <w:sz w:val="24"/>
          <w:lang w:val="en-US"/>
        </w:rPr>
        <w:t xml:space="preserve"> in $500,000 </w:t>
      </w:r>
      <w:proofErr w:type="spellStart"/>
      <w:r w:rsidRPr="006076CA">
        <w:rPr>
          <w:sz w:val="24"/>
          <w:lang w:val="en-US"/>
        </w:rPr>
        <w:t>annual</w:t>
      </w:r>
      <w:proofErr w:type="spellEnd"/>
      <w:r w:rsidRPr="006076CA">
        <w:rPr>
          <w:sz w:val="24"/>
          <w:lang w:val="en-US"/>
        </w:rPr>
        <w:t xml:space="preserve"> savings.</w:t>
      </w:r>
    </w:p>
    <w:p w14:paraId="19090C23" w14:textId="41645B05" w:rsidR="00A90187" w:rsidRPr="00033595" w:rsidRDefault="00435EDF" w:rsidP="00033595">
      <w:pPr>
        <w:spacing w:after="120"/>
        <w:ind w:left="567"/>
        <w:rPr>
          <w:rFonts w:ascii="Arial" w:eastAsia="Calibri" w:hAnsi="Arial" w:cs="Arial"/>
          <w:noProof/>
          <w:color w:val="595959" w:themeColor="text1" w:themeTint="A6"/>
          <w:lang w:eastAsia="en-US"/>
        </w:rPr>
      </w:pPr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“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This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division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accounted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for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30% of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sales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increase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over last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year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, and Steve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was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an important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contributor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to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that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 </w:t>
      </w:r>
      <w:proofErr w:type="spellStart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accomplishment</w:t>
      </w:r>
      <w:proofErr w:type="spellEnd"/>
      <w:r w:rsidRPr="00435EDF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 xml:space="preserve">.” </w:t>
      </w:r>
      <w:r w:rsidRPr="00435EDF">
        <w:rPr>
          <w:rFonts w:ascii="Arial" w:eastAsia="Calibri" w:hAnsi="Arial" w:cs="Arial"/>
          <w:noProof/>
          <w:color w:val="595959" w:themeColor="text1" w:themeTint="A6"/>
          <w:lang w:eastAsia="en-US"/>
        </w:rPr>
        <w:t xml:space="preserve">~ Michael </w:t>
      </w:r>
      <w:proofErr w:type="spellStart"/>
      <w:r w:rsidRPr="00435EDF">
        <w:rPr>
          <w:rFonts w:ascii="Arial" w:eastAsia="Calibri" w:hAnsi="Arial" w:cs="Arial"/>
          <w:noProof/>
          <w:color w:val="595959" w:themeColor="text1" w:themeTint="A6"/>
          <w:lang w:eastAsia="en-US"/>
        </w:rPr>
        <w:t>Davenport</w:t>
      </w:r>
      <w:proofErr w:type="spellEnd"/>
      <w:r w:rsidRPr="00435EDF">
        <w:rPr>
          <w:rFonts w:ascii="Arial" w:eastAsia="Calibri" w:hAnsi="Arial" w:cs="Arial"/>
          <w:noProof/>
          <w:color w:val="595959" w:themeColor="text1" w:themeTint="A6"/>
          <w:lang w:eastAsia="en-US"/>
        </w:rPr>
        <w:t xml:space="preserve">, </w:t>
      </w:r>
      <w:proofErr w:type="spellStart"/>
      <w:r w:rsidRPr="00435EDF">
        <w:rPr>
          <w:rFonts w:ascii="Arial" w:eastAsia="Calibri" w:hAnsi="Arial" w:cs="Arial"/>
          <w:noProof/>
          <w:color w:val="595959" w:themeColor="text1" w:themeTint="A6"/>
          <w:lang w:eastAsia="en-US"/>
        </w:rPr>
        <w:t>President</w:t>
      </w:r>
      <w:proofErr w:type="spellEnd"/>
      <w:r w:rsidRPr="00435EDF">
        <w:rPr>
          <w:rFonts w:ascii="Arial" w:eastAsia="Calibri" w:hAnsi="Arial" w:cs="Arial"/>
          <w:noProof/>
          <w:color w:val="595959" w:themeColor="text1" w:themeTint="A6"/>
          <w:lang w:eastAsia="en-US"/>
        </w:rPr>
        <w:t xml:space="preserve"> of </w:t>
      </w:r>
      <w:proofErr w:type="spellStart"/>
      <w:r w:rsidRPr="00435EDF">
        <w:rPr>
          <w:rFonts w:ascii="Arial" w:eastAsia="Calibri" w:hAnsi="Arial" w:cs="Arial"/>
          <w:noProof/>
          <w:color w:val="595959" w:themeColor="text1" w:themeTint="A6"/>
          <w:lang w:eastAsia="en-US"/>
        </w:rPr>
        <w:t>Sales</w:t>
      </w:r>
      <w:proofErr w:type="spellEnd"/>
      <w:r w:rsidRPr="00435EDF">
        <w:rPr>
          <w:rFonts w:ascii="Arial" w:eastAsia="Calibri" w:hAnsi="Arial" w:cs="Arial"/>
          <w:noProof/>
          <w:color w:val="595959" w:themeColor="text1" w:themeTint="A6"/>
          <w:lang w:eastAsia="en-US"/>
        </w:rPr>
        <w:t>, Sara Lee Branded Apparel</w:t>
      </w:r>
    </w:p>
    <w:p w14:paraId="0B234D12" w14:textId="19E7C048" w:rsidR="00A90187" w:rsidRDefault="001E3B95" w:rsidP="00A90187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sz w:val="24"/>
          <w:lang w:val="en-US"/>
        </w:rPr>
      </w:pPr>
      <w:r w:rsidRPr="00F44894">
        <w:rPr>
          <w:noProof/>
        </w:rPr>
        <mc:AlternateContent>
          <mc:Choice Requires="wps">
            <w:drawing>
              <wp:anchor distT="0" distB="0" distL="114300" distR="114300" simplePos="0" relativeHeight="251919871" behindDoc="0" locked="0" layoutInCell="1" allowOverlap="1" wp14:anchorId="569EEE10" wp14:editId="655A6EA0">
                <wp:simplePos x="0" y="0"/>
                <wp:positionH relativeFrom="column">
                  <wp:posOffset>927100</wp:posOffset>
                </wp:positionH>
                <wp:positionV relativeFrom="paragraph">
                  <wp:posOffset>86995</wp:posOffset>
                </wp:positionV>
                <wp:extent cx="2705100" cy="347980"/>
                <wp:effectExtent l="0" t="0" r="0" b="0"/>
                <wp:wrapNone/>
                <wp:docPr id="10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32D1EE" w14:textId="77777777" w:rsidR="00A90187" w:rsidRPr="00742DFB" w:rsidRDefault="00A90187" w:rsidP="00A90187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14:paraId="0AAC8B14" w14:textId="77777777" w:rsidR="00A90187" w:rsidRPr="00742DFB" w:rsidRDefault="00A90187" w:rsidP="00A90187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8603C3C" w14:textId="77777777" w:rsidR="00A90187" w:rsidRPr="00742DFB" w:rsidRDefault="00A90187" w:rsidP="00A90187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EEE10" id="_x0000_s1033" type="#_x0000_t202" style="position:absolute;left:0;text-align:left;margin-left:73pt;margin-top:6.85pt;width:213pt;height:27.4pt;z-index:251919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" filled="f" stroked="f" strokeweight=".5pt">
                <v:textbox>
                  <w:txbxContent>
                    <w:p w14:paraId="7A32D1EE" w14:textId="77777777" w:rsidR="00A90187" w:rsidRPr="00742DFB" w:rsidRDefault="00A90187" w:rsidP="00A90187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EDUCATION</w:t>
                      </w:r>
                    </w:p>
                    <w:p w14:paraId="0AAC8B14" w14:textId="77777777" w:rsidR="00A90187" w:rsidRPr="00742DFB" w:rsidRDefault="00A90187" w:rsidP="00A90187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  <w:p w14:paraId="18603C3C" w14:textId="77777777" w:rsidR="00A90187" w:rsidRPr="00742DFB" w:rsidRDefault="00A90187" w:rsidP="00A90187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0187" w:rsidRPr="00F44894">
        <w:rPr>
          <w:noProof/>
          <w:szCs w:val="22"/>
        </w:rPr>
        <w:drawing>
          <wp:anchor distT="0" distB="0" distL="114300" distR="114300" simplePos="0" relativeHeight="251918847" behindDoc="0" locked="0" layoutInCell="1" allowOverlap="1" wp14:anchorId="339FBB5A" wp14:editId="45004968">
            <wp:simplePos x="0" y="0"/>
            <wp:positionH relativeFrom="column">
              <wp:posOffset>88900</wp:posOffset>
            </wp:positionH>
            <wp:positionV relativeFrom="paragraph">
              <wp:posOffset>46990</wp:posOffset>
            </wp:positionV>
            <wp:extent cx="4241800" cy="386080"/>
            <wp:effectExtent l="0" t="0" r="0" b="0"/>
            <wp:wrapNone/>
            <wp:docPr id="13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18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506169" w14:textId="77777777" w:rsidR="00A90187" w:rsidRDefault="00A90187" w:rsidP="00A90187">
      <w:pPr>
        <w:pStyle w:val="Felsorols1"/>
        <w:numPr>
          <w:ilvl w:val="0"/>
          <w:numId w:val="0"/>
        </w:numPr>
        <w:spacing w:line="240" w:lineRule="auto"/>
        <w:rPr>
          <w:sz w:val="24"/>
          <w:lang w:val="en-US"/>
        </w:rPr>
      </w:pPr>
    </w:p>
    <w:p w14:paraId="7AB5E9FC" w14:textId="77777777" w:rsidR="00A90187" w:rsidRPr="00EA77CC" w:rsidRDefault="00A90187" w:rsidP="00A90187">
      <w:pPr>
        <w:pStyle w:val="Felsorols1"/>
        <w:numPr>
          <w:ilvl w:val="0"/>
          <w:numId w:val="0"/>
        </w:numPr>
        <w:spacing w:line="240" w:lineRule="auto"/>
        <w:rPr>
          <w:sz w:val="24"/>
          <w:lang w:val="en-US"/>
        </w:rPr>
      </w:pPr>
    </w:p>
    <w:p w14:paraId="2CFF643D" w14:textId="77777777" w:rsidR="00435EDF" w:rsidRPr="006076CA" w:rsidRDefault="00435EDF" w:rsidP="00435EDF">
      <w:pPr>
        <w:ind w:left="284"/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</w:pPr>
      <w:r w:rsidRPr="006076CA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Bachelor of Science Degree in Business Administration – Concentration on Marketing Wake Forest University, Winston-Salem, NC (1999)</w:t>
      </w:r>
    </w:p>
    <w:p w14:paraId="5CB54A94" w14:textId="6702872E" w:rsidR="00435EDF" w:rsidRPr="006076CA" w:rsidRDefault="00435EDF" w:rsidP="00435EDF"/>
    <w:p w14:paraId="31FB087A" w14:textId="7BF5CE4F" w:rsidR="00435EDF" w:rsidRPr="006076CA" w:rsidRDefault="00435EDF" w:rsidP="00435EDF">
      <w:pPr>
        <w:ind w:left="284"/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</w:pPr>
      <w:r w:rsidRPr="006076CA">
        <w:rPr>
          <w:rFonts w:ascii="Arial" w:eastAsia="Calibri" w:hAnsi="Arial" w:cs="Arial"/>
          <w:b/>
          <w:bCs/>
          <w:noProof/>
          <w:color w:val="595959" w:themeColor="text1" w:themeTint="A6"/>
          <w:lang w:eastAsia="en-US"/>
        </w:rPr>
        <w:t>Additional training</w:t>
      </w:r>
    </w:p>
    <w:p w14:paraId="0680FBB4" w14:textId="73EC7886" w:rsidR="00435EDF" w:rsidRPr="006076CA" w:rsidRDefault="00435EDF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6076CA">
        <w:rPr>
          <w:sz w:val="24"/>
          <w:lang w:val="en-US"/>
        </w:rPr>
        <w:t>Customer Service Excellence Program</w:t>
      </w:r>
    </w:p>
    <w:p w14:paraId="1D44D187" w14:textId="5C9B5018" w:rsidR="00435EDF" w:rsidRPr="006076CA" w:rsidRDefault="00435EDF" w:rsidP="00283BFA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6076CA">
        <w:rPr>
          <w:sz w:val="24"/>
          <w:lang w:val="en-US"/>
        </w:rPr>
        <w:t>Management/Supervisory Training</w:t>
      </w:r>
    </w:p>
    <w:p w14:paraId="7426F72A" w14:textId="54BBB5F7" w:rsidR="00435EDF" w:rsidRPr="006076CA" w:rsidRDefault="00435EDF" w:rsidP="00283BFA">
      <w:pPr>
        <w:pStyle w:val="Felsorols1"/>
        <w:numPr>
          <w:ilvl w:val="0"/>
          <w:numId w:val="2"/>
        </w:numPr>
        <w:spacing w:after="120" w:line="240" w:lineRule="auto"/>
        <w:ind w:left="567" w:firstLine="0"/>
        <w:rPr>
          <w:sz w:val="24"/>
          <w:lang w:val="en-US"/>
        </w:rPr>
      </w:pPr>
      <w:r w:rsidRPr="006076CA">
        <w:rPr>
          <w:sz w:val="24"/>
          <w:lang w:val="en-US"/>
        </w:rPr>
        <w:t>Ethics of Selling</w:t>
      </w:r>
    </w:p>
    <w:p w14:paraId="17CDB947" w14:textId="29CCF3A8" w:rsidR="00A90187" w:rsidRDefault="001E3B95" w:rsidP="00A90187">
      <w:pPr>
        <w:pStyle w:val="Listaszerbekezds"/>
        <w:spacing w:before="120"/>
        <w:rPr>
          <w:rFonts w:ascii="Arial" w:hAnsi="Arial" w:cs="Arial"/>
          <w:b/>
          <w:noProof/>
          <w:color w:val="767171" w:themeColor="background2" w:themeShade="80"/>
        </w:rPr>
      </w:pPr>
      <w:r>
        <w:rPr>
          <w:noProof/>
        </w:rPr>
        <w:drawing>
          <wp:anchor distT="0" distB="0" distL="114300" distR="114300" simplePos="0" relativeHeight="251920895" behindDoc="0" locked="0" layoutInCell="1" allowOverlap="1" wp14:anchorId="1D82D99A" wp14:editId="16B8C4B5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4330700" cy="386080"/>
            <wp:effectExtent l="0" t="0" r="0" b="0"/>
            <wp:wrapNone/>
            <wp:docPr id="15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894">
        <w:rPr>
          <w:noProof/>
        </w:rPr>
        <mc:AlternateContent>
          <mc:Choice Requires="wps">
            <w:drawing>
              <wp:anchor distT="0" distB="0" distL="114300" distR="114300" simplePos="0" relativeHeight="251921919" behindDoc="0" locked="0" layoutInCell="1" allowOverlap="1" wp14:anchorId="74C29F74" wp14:editId="36AC45DB">
                <wp:simplePos x="0" y="0"/>
                <wp:positionH relativeFrom="column">
                  <wp:posOffset>368300</wp:posOffset>
                </wp:positionH>
                <wp:positionV relativeFrom="paragraph">
                  <wp:posOffset>130175</wp:posOffset>
                </wp:positionV>
                <wp:extent cx="3594100" cy="309880"/>
                <wp:effectExtent l="0" t="0" r="0" b="0"/>
                <wp:wrapNone/>
                <wp:docPr id="12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0" cy="30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96247A" w14:textId="3D96032D" w:rsidR="00A90187" w:rsidRPr="001E3B95" w:rsidRDefault="00435EDF" w:rsidP="00435ED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076C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COMMUNITY INVOLVEMENT / 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29F74" id="_x0000_s1034" type="#_x0000_t202" style="position:absolute;left:0;text-align:left;margin-left:29pt;margin-top:10.25pt;width:283pt;height:24.4pt;z-index:251921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" filled="f" stroked="f" strokeweight=".5pt">
                <v:textbox>
                  <w:txbxContent>
                    <w:p w14:paraId="4196247A" w14:textId="3D96032D" w:rsidR="00A90187" w:rsidRPr="001E3B95" w:rsidRDefault="00435EDF" w:rsidP="00435EDF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 w:rsidRPr="006076CA">
                        <w:rPr>
                          <w:rFonts w:ascii="Arial" w:hAnsi="Arial" w:cs="Arial"/>
                          <w:b/>
                          <w:bCs/>
                          <w:smallCaps/>
                          <w:color w:val="FFFFFF" w:themeColor="background1"/>
                          <w:sz w:val="28"/>
                          <w:szCs w:val="28"/>
                        </w:rPr>
                        <w:t>COMMUNITY INVOLVEMENT / HOBBIES</w:t>
                      </w:r>
                    </w:p>
                  </w:txbxContent>
                </v:textbox>
              </v:shape>
            </w:pict>
          </mc:Fallback>
        </mc:AlternateContent>
      </w:r>
    </w:p>
    <w:p w14:paraId="4A4993D6" w14:textId="0FC3BADD" w:rsidR="00A90187" w:rsidRPr="002314C9" w:rsidRDefault="00A90187" w:rsidP="00A90187">
      <w:pPr>
        <w:pStyle w:val="Listaszerbekezds"/>
        <w:spacing w:before="120"/>
        <w:rPr>
          <w:rFonts w:ascii="Arial" w:hAnsi="Arial" w:cs="Arial"/>
          <w:b/>
          <w:noProof/>
          <w:color w:val="767171" w:themeColor="background2" w:themeShade="80"/>
        </w:rPr>
      </w:pPr>
    </w:p>
    <w:p w14:paraId="652D856D" w14:textId="6BD2FC46" w:rsidR="00A90187" w:rsidRDefault="00A90187" w:rsidP="00A90187">
      <w:pPr>
        <w:rPr>
          <w:rFonts w:ascii="Arial" w:hAnsi="Arial" w:cs="Arial"/>
          <w:b/>
          <w:noProof/>
          <w:color w:val="767171" w:themeColor="background2" w:themeShade="80"/>
        </w:rPr>
      </w:pPr>
    </w:p>
    <w:p w14:paraId="5BF5CB61" w14:textId="3FCCD44D" w:rsidR="001E3B95" w:rsidRPr="006076CA" w:rsidRDefault="001E3B95" w:rsidP="001E3B95">
      <w:pPr>
        <w:ind w:left="284"/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</w:pPr>
      <w:r w:rsidRPr="006076CA">
        <w:rPr>
          <w:rFonts w:ascii="Arial" w:eastAsia="Calibri" w:hAnsi="Arial" w:cs="Arial"/>
          <w:b/>
          <w:bCs/>
          <w:color w:val="7F7F7F" w:themeColor="text1" w:themeTint="80"/>
          <w:szCs w:val="18"/>
          <w:lang w:val="en-US" w:eastAsia="en-US"/>
        </w:rPr>
        <w:t xml:space="preserve">Organization of Sales Leaders in </w:t>
      </w:r>
      <w:proofErr w:type="spellStart"/>
      <w:r w:rsidRPr="006076CA">
        <w:rPr>
          <w:rFonts w:ascii="Arial" w:eastAsia="Calibri" w:hAnsi="Arial" w:cs="Arial"/>
          <w:b/>
          <w:bCs/>
          <w:color w:val="7F7F7F" w:themeColor="text1" w:themeTint="80"/>
          <w:szCs w:val="18"/>
          <w:lang w:val="en-US" w:eastAsia="en-US"/>
        </w:rPr>
        <w:t>North</w:t>
      </w:r>
      <w:proofErr w:type="spellEnd"/>
      <w:r w:rsidRPr="006076CA">
        <w:rPr>
          <w:rFonts w:ascii="Arial" w:eastAsia="Calibri" w:hAnsi="Arial" w:cs="Arial"/>
          <w:b/>
          <w:bCs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6076CA">
        <w:rPr>
          <w:rFonts w:ascii="Arial" w:eastAsia="Calibri" w:hAnsi="Arial" w:cs="Arial"/>
          <w:b/>
          <w:bCs/>
          <w:color w:val="7F7F7F" w:themeColor="text1" w:themeTint="80"/>
          <w:szCs w:val="18"/>
          <w:lang w:val="en-US" w:eastAsia="en-US"/>
        </w:rPr>
        <w:t>Carolina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–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former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president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and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current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member</w:t>
      </w:r>
      <w:proofErr w:type="spellEnd"/>
    </w:p>
    <w:p w14:paraId="7F8829A4" w14:textId="589AE5E9" w:rsidR="001E3B95" w:rsidRPr="006076CA" w:rsidRDefault="001E3B95" w:rsidP="001E3B95">
      <w:pPr>
        <w:ind w:left="284"/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</w:pPr>
      <w:r w:rsidRPr="006076CA">
        <w:rPr>
          <w:rFonts w:ascii="Arial" w:eastAsia="Calibri" w:hAnsi="Arial" w:cs="Arial"/>
          <w:b/>
          <w:bCs/>
          <w:color w:val="7F7F7F" w:themeColor="text1" w:themeTint="80"/>
          <w:szCs w:val="18"/>
          <w:lang w:val="en-US" w:eastAsia="en-US"/>
        </w:rPr>
        <w:t>Winston-Salem Chamber of Commerce</w:t>
      </w:r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–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volunteer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through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company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affiliations</w:t>
      </w:r>
      <w:proofErr w:type="spellEnd"/>
    </w:p>
    <w:p w14:paraId="1AA36FD8" w14:textId="05324751" w:rsidR="0000091D" w:rsidRPr="00033595" w:rsidRDefault="001E3B95" w:rsidP="00033595">
      <w:pPr>
        <w:ind w:left="284"/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</w:pPr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Hobbies include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reading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 xml:space="preserve">, </w:t>
      </w:r>
      <w:proofErr w:type="spellStart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cycling</w:t>
      </w:r>
      <w:proofErr w:type="spellEnd"/>
      <w:r w:rsidRPr="006076CA">
        <w:rPr>
          <w:rFonts w:ascii="Arial" w:eastAsia="Calibri" w:hAnsi="Arial" w:cs="Arial"/>
          <w:color w:val="7F7F7F" w:themeColor="text1" w:themeTint="80"/>
          <w:szCs w:val="18"/>
          <w:lang w:val="en-US" w:eastAsia="en-US"/>
        </w:rPr>
        <w:t>, and golfing</w:t>
      </w:r>
    </w:p>
    <w:sectPr w:rsidR="0000091D" w:rsidRPr="00033595" w:rsidSect="00046071">
      <w:headerReference w:type="default" r:id="rId18"/>
      <w:footerReference w:type="default" r:id="rId19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F7216" w14:textId="77777777" w:rsidR="00283BFA" w:rsidRDefault="00283BFA" w:rsidP="00840169">
      <w:r>
        <w:separator/>
      </w:r>
    </w:p>
  </w:endnote>
  <w:endnote w:type="continuationSeparator" w:id="0">
    <w:p w14:paraId="054BD673" w14:textId="77777777" w:rsidR="00283BFA" w:rsidRDefault="00283BFA" w:rsidP="0084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F961" w14:textId="679C7F3E" w:rsidR="003124C1" w:rsidRDefault="003124C1">
    <w:pPr>
      <w:pStyle w:val="llb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CA5DEA" wp14:editId="74D79E18">
          <wp:simplePos x="0" y="0"/>
          <wp:positionH relativeFrom="column">
            <wp:posOffset>-486382</wp:posOffset>
          </wp:positionH>
          <wp:positionV relativeFrom="paragraph">
            <wp:posOffset>-656631</wp:posOffset>
          </wp:positionV>
          <wp:extent cx="7620311" cy="1323716"/>
          <wp:effectExtent l="0" t="0" r="0" b="0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1" cy="132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B86B9" w14:textId="77777777" w:rsidR="00283BFA" w:rsidRDefault="00283BFA" w:rsidP="00840169">
      <w:r>
        <w:separator/>
      </w:r>
    </w:p>
  </w:footnote>
  <w:footnote w:type="continuationSeparator" w:id="0">
    <w:p w14:paraId="5C262E8F" w14:textId="77777777" w:rsidR="00283BFA" w:rsidRDefault="00283BFA" w:rsidP="00840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5784" w14:textId="3D87D659" w:rsidR="00C54E28" w:rsidRDefault="00DC2D83">
    <w:pPr>
      <w:pStyle w:val="lfej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F36D659" wp14:editId="00AB87A1">
          <wp:simplePos x="0" y="0"/>
          <wp:positionH relativeFrom="column">
            <wp:posOffset>-505838</wp:posOffset>
          </wp:positionH>
          <wp:positionV relativeFrom="paragraph">
            <wp:posOffset>-199160</wp:posOffset>
          </wp:positionV>
          <wp:extent cx="7662249" cy="1331001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249" cy="1331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32DED"/>
    <w:multiLevelType w:val="hybridMultilevel"/>
    <w:tmpl w:val="251E7032"/>
    <w:lvl w:ilvl="0" w:tplc="9DC641D6">
      <w:start w:val="1"/>
      <w:numFmt w:val="bullet"/>
      <w:pStyle w:val="Felsorols1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750E3"/>
    <w:multiLevelType w:val="hybridMultilevel"/>
    <w:tmpl w:val="C8027E5C"/>
    <w:lvl w:ilvl="0" w:tplc="098A5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E10"/>
    <w:rsid w:val="0000091D"/>
    <w:rsid w:val="000253A1"/>
    <w:rsid w:val="00030F0C"/>
    <w:rsid w:val="00033595"/>
    <w:rsid w:val="00046071"/>
    <w:rsid w:val="00050DE4"/>
    <w:rsid w:val="00051835"/>
    <w:rsid w:val="00067216"/>
    <w:rsid w:val="00082262"/>
    <w:rsid w:val="00095496"/>
    <w:rsid w:val="000958B4"/>
    <w:rsid w:val="00095971"/>
    <w:rsid w:val="000D4E38"/>
    <w:rsid w:val="000D7B0F"/>
    <w:rsid w:val="000F600E"/>
    <w:rsid w:val="00104F6B"/>
    <w:rsid w:val="00122C3A"/>
    <w:rsid w:val="001254B5"/>
    <w:rsid w:val="00126003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C359C"/>
    <w:rsid w:val="001D1A66"/>
    <w:rsid w:val="001D3527"/>
    <w:rsid w:val="001D6D4B"/>
    <w:rsid w:val="001E094E"/>
    <w:rsid w:val="001E2F89"/>
    <w:rsid w:val="001E3B95"/>
    <w:rsid w:val="002072A1"/>
    <w:rsid w:val="00215E8A"/>
    <w:rsid w:val="002314C9"/>
    <w:rsid w:val="00251F48"/>
    <w:rsid w:val="00254F32"/>
    <w:rsid w:val="00257029"/>
    <w:rsid w:val="00283BFA"/>
    <w:rsid w:val="002A1518"/>
    <w:rsid w:val="002A4462"/>
    <w:rsid w:val="002D2894"/>
    <w:rsid w:val="002D394E"/>
    <w:rsid w:val="002E136B"/>
    <w:rsid w:val="002E4EDD"/>
    <w:rsid w:val="00306426"/>
    <w:rsid w:val="00310F5D"/>
    <w:rsid w:val="0031128D"/>
    <w:rsid w:val="0031145A"/>
    <w:rsid w:val="003124C1"/>
    <w:rsid w:val="003313EC"/>
    <w:rsid w:val="003348D9"/>
    <w:rsid w:val="00335A72"/>
    <w:rsid w:val="00340F83"/>
    <w:rsid w:val="003433E0"/>
    <w:rsid w:val="00350037"/>
    <w:rsid w:val="00376EAD"/>
    <w:rsid w:val="00390E10"/>
    <w:rsid w:val="00390E3E"/>
    <w:rsid w:val="003B53E1"/>
    <w:rsid w:val="003C0B8F"/>
    <w:rsid w:val="003E15CB"/>
    <w:rsid w:val="003E7C6E"/>
    <w:rsid w:val="003F3444"/>
    <w:rsid w:val="003F59CC"/>
    <w:rsid w:val="00401FD4"/>
    <w:rsid w:val="00405FB1"/>
    <w:rsid w:val="00425F23"/>
    <w:rsid w:val="00430454"/>
    <w:rsid w:val="004336B8"/>
    <w:rsid w:val="00435EDF"/>
    <w:rsid w:val="0043658D"/>
    <w:rsid w:val="0044427C"/>
    <w:rsid w:val="004516A3"/>
    <w:rsid w:val="00456E1B"/>
    <w:rsid w:val="004615AB"/>
    <w:rsid w:val="0046176F"/>
    <w:rsid w:val="00465D98"/>
    <w:rsid w:val="00477992"/>
    <w:rsid w:val="004A7D8D"/>
    <w:rsid w:val="004B394C"/>
    <w:rsid w:val="004C2A33"/>
    <w:rsid w:val="004D2CDA"/>
    <w:rsid w:val="004D7D58"/>
    <w:rsid w:val="004E4EAF"/>
    <w:rsid w:val="0051412C"/>
    <w:rsid w:val="00516A47"/>
    <w:rsid w:val="005319E8"/>
    <w:rsid w:val="005327BC"/>
    <w:rsid w:val="00537E9F"/>
    <w:rsid w:val="00546832"/>
    <w:rsid w:val="005555DC"/>
    <w:rsid w:val="00572825"/>
    <w:rsid w:val="00577D3F"/>
    <w:rsid w:val="005846BA"/>
    <w:rsid w:val="00585EA9"/>
    <w:rsid w:val="005A1430"/>
    <w:rsid w:val="005A163F"/>
    <w:rsid w:val="005A67BA"/>
    <w:rsid w:val="005C3E12"/>
    <w:rsid w:val="005C5FD4"/>
    <w:rsid w:val="005D056B"/>
    <w:rsid w:val="005E29C5"/>
    <w:rsid w:val="005E5C63"/>
    <w:rsid w:val="005F1722"/>
    <w:rsid w:val="00610E16"/>
    <w:rsid w:val="006112DC"/>
    <w:rsid w:val="0063396B"/>
    <w:rsid w:val="0063766B"/>
    <w:rsid w:val="00650A95"/>
    <w:rsid w:val="00654522"/>
    <w:rsid w:val="006563D2"/>
    <w:rsid w:val="006668E5"/>
    <w:rsid w:val="006A3B62"/>
    <w:rsid w:val="006A7525"/>
    <w:rsid w:val="006B1B02"/>
    <w:rsid w:val="006D45F4"/>
    <w:rsid w:val="006D4C81"/>
    <w:rsid w:val="006F3B11"/>
    <w:rsid w:val="006F7AC3"/>
    <w:rsid w:val="00724500"/>
    <w:rsid w:val="0072519B"/>
    <w:rsid w:val="007402D9"/>
    <w:rsid w:val="00741945"/>
    <w:rsid w:val="00742DFB"/>
    <w:rsid w:val="00763F0F"/>
    <w:rsid w:val="00771628"/>
    <w:rsid w:val="00785D53"/>
    <w:rsid w:val="007972FF"/>
    <w:rsid w:val="007A17FD"/>
    <w:rsid w:val="007C27D0"/>
    <w:rsid w:val="007C3D2B"/>
    <w:rsid w:val="007D21E3"/>
    <w:rsid w:val="007D566D"/>
    <w:rsid w:val="007E4218"/>
    <w:rsid w:val="007E66BB"/>
    <w:rsid w:val="007F57BE"/>
    <w:rsid w:val="007F6D64"/>
    <w:rsid w:val="00820476"/>
    <w:rsid w:val="00823426"/>
    <w:rsid w:val="00824F70"/>
    <w:rsid w:val="00826C30"/>
    <w:rsid w:val="00835D7B"/>
    <w:rsid w:val="00840169"/>
    <w:rsid w:val="008518A7"/>
    <w:rsid w:val="008646FF"/>
    <w:rsid w:val="00872FEC"/>
    <w:rsid w:val="0087768E"/>
    <w:rsid w:val="008916B0"/>
    <w:rsid w:val="008A4FF1"/>
    <w:rsid w:val="008B35DC"/>
    <w:rsid w:val="008B5614"/>
    <w:rsid w:val="008B7C3A"/>
    <w:rsid w:val="008E2295"/>
    <w:rsid w:val="008E67B6"/>
    <w:rsid w:val="009047CC"/>
    <w:rsid w:val="00937847"/>
    <w:rsid w:val="009538BA"/>
    <w:rsid w:val="0096434D"/>
    <w:rsid w:val="00971B4F"/>
    <w:rsid w:val="00973EC2"/>
    <w:rsid w:val="00977CDD"/>
    <w:rsid w:val="00984001"/>
    <w:rsid w:val="0099127C"/>
    <w:rsid w:val="009C0AE2"/>
    <w:rsid w:val="009C10F0"/>
    <w:rsid w:val="00A05007"/>
    <w:rsid w:val="00A215F1"/>
    <w:rsid w:val="00A2419C"/>
    <w:rsid w:val="00A4328D"/>
    <w:rsid w:val="00A44656"/>
    <w:rsid w:val="00A60B4D"/>
    <w:rsid w:val="00A725F2"/>
    <w:rsid w:val="00A73C14"/>
    <w:rsid w:val="00A90187"/>
    <w:rsid w:val="00AB0839"/>
    <w:rsid w:val="00AB3512"/>
    <w:rsid w:val="00AB519A"/>
    <w:rsid w:val="00AC6EAB"/>
    <w:rsid w:val="00AE24E4"/>
    <w:rsid w:val="00B376EC"/>
    <w:rsid w:val="00B4758C"/>
    <w:rsid w:val="00B83AED"/>
    <w:rsid w:val="00B878FD"/>
    <w:rsid w:val="00B93E47"/>
    <w:rsid w:val="00BA75FA"/>
    <w:rsid w:val="00BC18E3"/>
    <w:rsid w:val="00BC4FFC"/>
    <w:rsid w:val="00BC5768"/>
    <w:rsid w:val="00BD4B59"/>
    <w:rsid w:val="00BE49A4"/>
    <w:rsid w:val="00C00EB7"/>
    <w:rsid w:val="00C1571B"/>
    <w:rsid w:val="00C31524"/>
    <w:rsid w:val="00C33DDF"/>
    <w:rsid w:val="00C406A7"/>
    <w:rsid w:val="00C54E28"/>
    <w:rsid w:val="00C71C9D"/>
    <w:rsid w:val="00C90A72"/>
    <w:rsid w:val="00C94EB4"/>
    <w:rsid w:val="00CD4152"/>
    <w:rsid w:val="00CE5845"/>
    <w:rsid w:val="00CF4BDD"/>
    <w:rsid w:val="00CF5407"/>
    <w:rsid w:val="00D019BE"/>
    <w:rsid w:val="00D020DA"/>
    <w:rsid w:val="00D03B9C"/>
    <w:rsid w:val="00D047BC"/>
    <w:rsid w:val="00D0588C"/>
    <w:rsid w:val="00D27447"/>
    <w:rsid w:val="00D47E57"/>
    <w:rsid w:val="00D62DFF"/>
    <w:rsid w:val="00D90875"/>
    <w:rsid w:val="00D95E64"/>
    <w:rsid w:val="00DB3724"/>
    <w:rsid w:val="00DB5C68"/>
    <w:rsid w:val="00DC2D83"/>
    <w:rsid w:val="00DC59C8"/>
    <w:rsid w:val="00DC7C90"/>
    <w:rsid w:val="00DF4030"/>
    <w:rsid w:val="00DF7E9F"/>
    <w:rsid w:val="00E05A8D"/>
    <w:rsid w:val="00E12C79"/>
    <w:rsid w:val="00E13C03"/>
    <w:rsid w:val="00E22514"/>
    <w:rsid w:val="00E32C43"/>
    <w:rsid w:val="00E42E44"/>
    <w:rsid w:val="00E4415D"/>
    <w:rsid w:val="00E47F2C"/>
    <w:rsid w:val="00E55FCD"/>
    <w:rsid w:val="00E567BB"/>
    <w:rsid w:val="00E645F5"/>
    <w:rsid w:val="00E76F08"/>
    <w:rsid w:val="00E841F7"/>
    <w:rsid w:val="00EC0DA4"/>
    <w:rsid w:val="00EC21E2"/>
    <w:rsid w:val="00EC5376"/>
    <w:rsid w:val="00EC6313"/>
    <w:rsid w:val="00EE7244"/>
    <w:rsid w:val="00EF2B75"/>
    <w:rsid w:val="00F35396"/>
    <w:rsid w:val="00F41205"/>
    <w:rsid w:val="00F44894"/>
    <w:rsid w:val="00F47A9D"/>
    <w:rsid w:val="00F549C8"/>
    <w:rsid w:val="00F65699"/>
    <w:rsid w:val="00F8074E"/>
    <w:rsid w:val="00F82F42"/>
    <w:rsid w:val="00F83A20"/>
    <w:rsid w:val="00F840F9"/>
    <w:rsid w:val="00F86620"/>
    <w:rsid w:val="00F938D2"/>
    <w:rsid w:val="00FC1802"/>
    <w:rsid w:val="00FC5A56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0187"/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pacing w:val="10"/>
      <w:sz w:val="34"/>
      <w:szCs w:val="34"/>
    </w:rPr>
  </w:style>
  <w:style w:type="paragraph" w:customStyle="1" w:styleId="H1">
    <w:name w:val="H1"/>
    <w:basedOn w:val="Cm-Pozci"/>
    <w:qFormat/>
    <w:rsid w:val="000958B4"/>
    <w:rPr>
      <w:color w:val="FFFFFF" w:themeColor="background1"/>
      <w:spacing w:val="2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516A47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4C2A33"/>
    <w:pPr>
      <w:numPr>
        <w:numId w:val="1"/>
      </w:numPr>
      <w:spacing w:after="0"/>
    </w:pPr>
  </w:style>
  <w:style w:type="paragraph" w:customStyle="1" w:styleId="H2">
    <w:name w:val="H2"/>
    <w:basedOn w:val="Cm-Pozci"/>
    <w:qFormat/>
    <w:rsid w:val="00EC5376"/>
    <w:pPr>
      <w:tabs>
        <w:tab w:val="right" w:pos="5670"/>
      </w:tabs>
      <w:spacing w:after="120"/>
      <w:jc w:val="left"/>
    </w:pPr>
    <w:rPr>
      <w:b w:val="0"/>
      <w:bCs w:val="0"/>
      <w:color w:val="000000" w:themeColor="text1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EC5376"/>
    <w:pPr>
      <w:tabs>
        <w:tab w:val="right" w:pos="5670"/>
      </w:tabs>
      <w:spacing w:after="60"/>
      <w:jc w:val="left"/>
    </w:pPr>
    <w:rPr>
      <w:caps w:val="0"/>
      <w:color w:val="00AB9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rPr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AB0839"/>
    <w:pPr>
      <w:spacing w:after="240"/>
    </w:pPr>
    <w:rPr>
      <w:rFonts w:ascii="Arial" w:eastAsia="Calibri" w:hAnsi="Arial" w:cs="Arial"/>
      <w:i/>
      <w:iCs/>
      <w:color w:val="595959" w:themeColor="text1" w:themeTint="A6"/>
      <w:sz w:val="18"/>
      <w:szCs w:val="18"/>
    </w:rPr>
  </w:style>
  <w:style w:type="paragraph" w:customStyle="1" w:styleId="Idzet-Szerz">
    <w:name w:val="Idézet - Szerző"/>
    <w:basedOn w:val="Folyszveg"/>
    <w:qFormat/>
    <w:rsid w:val="00AB0839"/>
    <w:pPr>
      <w:spacing w:after="840"/>
    </w:pPr>
    <w:rPr>
      <w:b/>
      <w:bCs/>
      <w:color w:val="00AB99"/>
    </w:rPr>
  </w:style>
  <w:style w:type="paragraph" w:styleId="Szvegtrzs3">
    <w:name w:val="Body Text 3"/>
    <w:basedOn w:val="Norml"/>
    <w:link w:val="Szvegtrzs3Char"/>
    <w:semiHidden/>
    <w:rsid w:val="007D21E3"/>
    <w:pPr>
      <w:suppressAutoHyphens/>
    </w:pPr>
    <w:rPr>
      <w:rFonts w:ascii="Garamond" w:hAnsi="Garamond"/>
      <w:lang w:eastAsia="ar-SA"/>
    </w:rPr>
  </w:style>
  <w:style w:type="character" w:customStyle="1" w:styleId="Szvegtrzs3Char">
    <w:name w:val="Szövegtörzs 3 Char"/>
    <w:basedOn w:val="Bekezdsalapbettpusa"/>
    <w:link w:val="Szvegtrzs3"/>
    <w:semiHidden/>
    <w:rsid w:val="007D21E3"/>
    <w:rPr>
      <w:rFonts w:ascii="Garamond" w:eastAsia="Times New Roman" w:hAnsi="Garamond" w:cs="Times New Roman"/>
      <w:sz w:val="22"/>
      <w:szCs w:val="22"/>
      <w:lang w:eastAsia="ar-SA"/>
    </w:rPr>
  </w:style>
  <w:style w:type="paragraph" w:styleId="NormlWeb">
    <w:name w:val="Normal (Web)"/>
    <w:basedOn w:val="Norml"/>
    <w:uiPriority w:val="99"/>
    <w:unhideWhenUsed/>
    <w:rsid w:val="00A901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5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sv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hyperlink" Target="mailto:stevenl@gmail.com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yperlink" Target="mailto:stevenl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sv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svg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FDD5B7-5D36-7345-9D0F-91516CED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38</TotalTime>
  <Pages>2</Pages>
  <Words>425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5</cp:revision>
  <cp:lastPrinted>2019-10-23T14:09:00Z</cp:lastPrinted>
  <dcterms:created xsi:type="dcterms:W3CDTF">2019-11-21T15:39:00Z</dcterms:created>
  <dcterms:modified xsi:type="dcterms:W3CDTF">2019-11-22T15:25:00Z</dcterms:modified>
</cp:coreProperties>
</file>